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6"/>
        <w:gridCol w:w="3657"/>
        <w:gridCol w:w="849"/>
      </w:tblGrid>
      <w:tr w:rsidR="00480F12" w:rsidRPr="00A66A16" w:rsidTr="00480F12">
        <w:tc>
          <w:tcPr>
            <w:tcW w:w="9242" w:type="dxa"/>
            <w:gridSpan w:val="3"/>
            <w:shd w:val="clear" w:color="auto" w:fill="FFFF99"/>
          </w:tcPr>
          <w:p w:rsidR="00480F12" w:rsidRPr="00EC6925" w:rsidRDefault="00DA2B08" w:rsidP="00480F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POETRY AND RHYMES</w:t>
            </w:r>
          </w:p>
        </w:tc>
      </w:tr>
      <w:tr w:rsidR="00480F12" w:rsidRPr="00A66A16" w:rsidTr="00480F12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Perform a poem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performance tips)</w:t>
            </w:r>
          </w:p>
          <w:p w:rsidR="00480F12" w:rsidRPr="00A66A16" w:rsidRDefault="00175BA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7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http://performapoem.lgfl.org.uk/</w:t>
              </w:r>
            </w:hyperlink>
          </w:p>
          <w:p w:rsidR="00480F12" w:rsidRPr="00A66A16" w:rsidRDefault="00480F12" w:rsidP="00480F1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Writing Flier 3 – poetry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old NLS flier which gives ideas for working with poetry)</w:t>
            </w:r>
          </w:p>
          <w:p w:rsidR="00480F12" w:rsidRPr="00A66A16" w:rsidRDefault="00175BA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8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http://www.swanseagfl.gov.uk/literacy/res/Skills_progression/DFES_Poetry_flier.pdf</w:t>
              </w:r>
            </w:hyperlink>
          </w:p>
          <w:p w:rsidR="00480F12" w:rsidRPr="00A66A16" w:rsidRDefault="00175BA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9" w:history="1"/>
          </w:p>
          <w:p w:rsidR="00480F12" w:rsidRPr="00A66A16" w:rsidRDefault="00480F12" w:rsidP="00480F12">
            <w:pPr>
              <w:rPr>
                <w:rFonts w:eastAsia="Times New Roman" w:cs="Arial"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Progression in Poetry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shows purpose, structure and audience and  what poetry teaching can look like in each year group</w:t>
            </w:r>
            <w:r w:rsidRPr="00A66A16">
              <w:rPr>
                <w:rFonts w:eastAsia="Times New Roman" w:cs="Arial"/>
                <w:i/>
                <w:sz w:val="20"/>
                <w:szCs w:val="20"/>
                <w:lang w:eastAsia="en-GB"/>
              </w:rPr>
              <w:t>)</w:t>
            </w:r>
          </w:p>
          <w:p w:rsidR="007F2288" w:rsidRPr="00EC6925" w:rsidRDefault="00175BA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0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http://www.wiltshire.gov.uk/progression-in-poetry.pdf</w:t>
              </w:r>
            </w:hyperlink>
            <w:r w:rsidR="00EC6925" w:rsidRPr="00EC6925">
              <w:rPr>
                <w:sz w:val="20"/>
                <w:szCs w:val="20"/>
              </w:rPr>
              <w:t xml:space="preserve"> </w:t>
            </w:r>
          </w:p>
          <w:p w:rsidR="00EC6925" w:rsidRPr="00A66A16" w:rsidRDefault="00EC692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Poetry Archive 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(collections of poems and videos)</w:t>
            </w:r>
          </w:p>
          <w:p w:rsidR="00480F12" w:rsidRDefault="00175BA5" w:rsidP="00480F12">
            <w:pPr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</w:pPr>
            <w:hyperlink r:id="rId11" w:history="1">
              <w:r w:rsidR="00A9436C" w:rsidRPr="00FF10AA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http://childrenspoetryarchive.org/?_ga=1.122468875.1890366063.1459420978</w:t>
              </w:r>
            </w:hyperlink>
            <w:r w:rsidR="00A9436C">
              <w:rPr>
                <w:rFonts w:eastAsia="Times New Roman" w:cs="Arial"/>
                <w:b/>
                <w:color w:val="0000FF"/>
                <w:sz w:val="20"/>
                <w:szCs w:val="20"/>
                <w:u w:val="single"/>
                <w:lang w:eastAsia="en-GB"/>
              </w:rPr>
              <w:t xml:space="preserve"> </w:t>
            </w:r>
          </w:p>
          <w:p w:rsidR="00A9436C" w:rsidRPr="00A66A16" w:rsidRDefault="00A9436C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The Poetry Library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poems, news, events and competitions related to poetry)</w:t>
            </w:r>
          </w:p>
          <w:p w:rsidR="00480F12" w:rsidRPr="00A66A16" w:rsidRDefault="00175BA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2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http://www.poetrylibrary.org.uk/</w:t>
              </w:r>
            </w:hyperlink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The Poetry Station (</w:t>
            </w:r>
            <w:r w:rsidRPr="00A66A16">
              <w:rPr>
                <w:rFonts w:eastAsia="Times New Roman" w:cs="Arial"/>
                <w:b/>
                <w:i/>
                <w:sz w:val="20"/>
                <w:szCs w:val="20"/>
                <w:lang w:eastAsia="en-GB"/>
              </w:rPr>
              <w:t>poems to view on video</w:t>
            </w: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)</w:t>
            </w:r>
          </w:p>
          <w:p w:rsidR="00480F12" w:rsidRPr="00A66A16" w:rsidRDefault="00175BA5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3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http://poetrystation.org.uk/</w:t>
              </w:r>
            </w:hyperlink>
          </w:p>
          <w:p w:rsidR="00480F12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DA2B08" w:rsidRPr="00DA2B08" w:rsidRDefault="00DA2B08" w:rsidP="00DA2B0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DA2B08">
              <w:rPr>
                <w:rFonts w:eastAsia="Times New Roman" w:cs="Arial"/>
                <w:b/>
                <w:sz w:val="20"/>
                <w:szCs w:val="20"/>
                <w:lang w:eastAsia="en-GB"/>
              </w:rPr>
              <w:t>Poetryline (CLPE)</w:t>
            </w:r>
          </w:p>
          <w:p w:rsidR="00DA2B08" w:rsidRDefault="00175BA5" w:rsidP="00DA2B0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4" w:history="1">
              <w:r w:rsidR="00DA2B08" w:rsidRPr="003E2485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https://www.clpe.org.uk/poetryline/s?f%5B0%5D=bundle_name%253APoem&amp;f%5B1%5D=bundle%3Aclpe_poem</w:t>
              </w:r>
            </w:hyperlink>
          </w:p>
          <w:p w:rsidR="00DA2B08" w:rsidRPr="00A66A16" w:rsidRDefault="00DA2B08" w:rsidP="00DA2B0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Developing Early Writing </w:t>
            </w:r>
          </w:p>
          <w:p w:rsidR="00480F12" w:rsidRPr="00A66A16" w:rsidRDefault="00480F12" w:rsidP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Unit 8: The Magic Box</w:t>
            </w:r>
          </w:p>
          <w:p w:rsidR="00480F12" w:rsidRPr="00A66A16" w:rsidRDefault="00175BA5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5" w:history="1">
              <w:r w:rsidR="00480F12" w:rsidRPr="00A66A16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http://www.sassoonfont.co.uk/fonts/sas/pri_lit_dev_wrtng_005501.pdf</w:t>
              </w:r>
            </w:hyperlink>
          </w:p>
          <w:p w:rsidR="00480F12" w:rsidRPr="00A66A16" w:rsidRDefault="00480F12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</w:tc>
      </w:tr>
      <w:tr w:rsidR="00480F12" w:rsidRPr="00A66A16" w:rsidTr="00480F12">
        <w:tc>
          <w:tcPr>
            <w:tcW w:w="9242" w:type="dxa"/>
            <w:gridSpan w:val="3"/>
            <w:shd w:val="clear" w:color="auto" w:fill="FFFF99"/>
          </w:tcPr>
          <w:p w:rsidR="00480F12" w:rsidRPr="00A66A16" w:rsidRDefault="00480F12">
            <w:pPr>
              <w:rPr>
                <w:sz w:val="20"/>
                <w:szCs w:val="20"/>
              </w:rPr>
            </w:pP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4022" w:type="dxa"/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634" w:type="dxa"/>
          </w:tcPr>
          <w:p w:rsidR="002676C4" w:rsidRPr="00A66A16" w:rsidRDefault="002676C4" w:rsidP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113056" w:rsidRPr="00A66A16" w:rsidTr="00CC7E72">
        <w:tc>
          <w:tcPr>
            <w:tcW w:w="4586" w:type="dxa"/>
          </w:tcPr>
          <w:p w:rsidR="00113056" w:rsidRPr="00A66A16" w:rsidRDefault="0011305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11305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My Cat Likes to Hide in Boxes</w:t>
            </w:r>
          </w:p>
        </w:tc>
        <w:tc>
          <w:tcPr>
            <w:tcW w:w="4022" w:type="dxa"/>
          </w:tcPr>
          <w:p w:rsidR="00113056" w:rsidRPr="009D263F" w:rsidRDefault="00113056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9D263F">
              <w:rPr>
                <w:rFonts w:eastAsia="Times New Roman" w:cs="Arial"/>
                <w:bCs/>
                <w:sz w:val="20"/>
                <w:szCs w:val="20"/>
                <w:lang w:eastAsia="en-GB"/>
              </w:rPr>
              <w:t>Eve Sutton/Lynley Dodd</w:t>
            </w:r>
          </w:p>
        </w:tc>
        <w:tc>
          <w:tcPr>
            <w:tcW w:w="634" w:type="dxa"/>
          </w:tcPr>
          <w:p w:rsidR="00113056" w:rsidRPr="00A66A16" w:rsidRDefault="00113056" w:rsidP="00113056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A66A16" w:rsidTr="00CC7E72">
        <w:trPr>
          <w:trHeight w:val="219"/>
        </w:trPr>
        <w:tc>
          <w:tcPr>
            <w:tcW w:w="4586" w:type="dxa"/>
          </w:tcPr>
          <w:p w:rsidR="00A924AC" w:rsidRPr="00A66A16" w:rsidRDefault="00A924AC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Kicking a Ball</w:t>
            </w:r>
          </w:p>
        </w:tc>
        <w:tc>
          <w:tcPr>
            <w:tcW w:w="4022" w:type="dxa"/>
            <w:vMerge w:val="restart"/>
          </w:tcPr>
          <w:p w:rsidR="00A924AC" w:rsidRPr="00A66A16" w:rsidRDefault="00A924AC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sz w:val="20"/>
                <w:szCs w:val="20"/>
                <w:lang w:eastAsia="en-GB"/>
              </w:rPr>
              <w:t>Janet &amp; A</w:t>
            </w:r>
            <w:r>
              <w:rPr>
                <w:rFonts w:eastAsia="Times New Roman" w:cs="Arial"/>
                <w:sz w:val="20"/>
                <w:szCs w:val="20"/>
                <w:lang w:eastAsia="en-GB"/>
              </w:rPr>
              <w:t>l</w:t>
            </w:r>
            <w:r w:rsidRPr="00A66A16">
              <w:rPr>
                <w:rFonts w:eastAsia="Times New Roman" w:cs="Arial"/>
                <w:sz w:val="20"/>
                <w:szCs w:val="20"/>
                <w:lang w:eastAsia="en-GB"/>
              </w:rPr>
              <w:t>lan Ahlberg</w:t>
            </w:r>
          </w:p>
        </w:tc>
        <w:tc>
          <w:tcPr>
            <w:tcW w:w="634" w:type="dxa"/>
          </w:tcPr>
          <w:p w:rsidR="00A924AC" w:rsidRPr="00A66A16" w:rsidRDefault="00A924AC" w:rsidP="00EC6925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A66A16" w:rsidTr="00EC6925">
        <w:trPr>
          <w:trHeight w:val="199"/>
        </w:trPr>
        <w:tc>
          <w:tcPr>
            <w:tcW w:w="4586" w:type="dxa"/>
          </w:tcPr>
          <w:p w:rsidR="00A924AC" w:rsidRPr="00A66A16" w:rsidRDefault="00A924AC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EC6925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Each Peach Pear Plum</w:t>
            </w:r>
          </w:p>
        </w:tc>
        <w:tc>
          <w:tcPr>
            <w:tcW w:w="4022" w:type="dxa"/>
            <w:vMerge/>
          </w:tcPr>
          <w:p w:rsidR="00A924AC" w:rsidRPr="00A66A16" w:rsidRDefault="00A924AC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 Caribbean Counting Book</w:t>
            </w:r>
          </w:p>
        </w:tc>
        <w:tc>
          <w:tcPr>
            <w:tcW w:w="4022" w:type="dxa"/>
          </w:tcPr>
          <w:p w:rsidR="002676C4" w:rsidRPr="00A66A16" w:rsidRDefault="002676C4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sz w:val="20"/>
                <w:szCs w:val="20"/>
                <w:lang w:eastAsia="en-GB"/>
              </w:rPr>
              <w:t>Faustin Charles</w:t>
            </w:r>
          </w:p>
        </w:tc>
        <w:tc>
          <w:tcPr>
            <w:tcW w:w="634" w:type="dxa"/>
          </w:tcPr>
          <w:p w:rsidR="002676C4" w:rsidRPr="00A66A16" w:rsidRDefault="00B141B4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Rumble in the Jungle</w:t>
            </w:r>
          </w:p>
        </w:tc>
        <w:tc>
          <w:tcPr>
            <w:tcW w:w="4022" w:type="dxa"/>
          </w:tcPr>
          <w:p w:rsidR="002676C4" w:rsidRPr="00A66A16" w:rsidRDefault="002676C4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sz w:val="20"/>
                <w:szCs w:val="20"/>
                <w:lang w:eastAsia="en-GB"/>
              </w:rPr>
              <w:t>Giles Andreae</w:t>
            </w:r>
          </w:p>
        </w:tc>
        <w:tc>
          <w:tcPr>
            <w:tcW w:w="634" w:type="dxa"/>
          </w:tcPr>
          <w:p w:rsidR="002676C4" w:rsidRPr="00A66A16" w:rsidRDefault="00B141B4" w:rsidP="00B141B4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A66A16" w:rsidTr="00CC7E72">
        <w:trPr>
          <w:trHeight w:val="149"/>
        </w:trPr>
        <w:tc>
          <w:tcPr>
            <w:tcW w:w="4586" w:type="dxa"/>
          </w:tcPr>
          <w:p w:rsidR="00A924AC" w:rsidRPr="00A66A16" w:rsidRDefault="00A924AC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People Poems</w:t>
            </w:r>
          </w:p>
        </w:tc>
        <w:tc>
          <w:tcPr>
            <w:tcW w:w="4022" w:type="dxa"/>
            <w:vMerge w:val="restart"/>
          </w:tcPr>
          <w:p w:rsidR="00A924AC" w:rsidRPr="00A66A16" w:rsidRDefault="00A924AC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sz w:val="20"/>
                <w:szCs w:val="20"/>
                <w:lang w:eastAsia="en-GB"/>
              </w:rPr>
              <w:t>Jill Bennett/Nick Sharratt</w:t>
            </w: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A924AC" w:rsidRPr="00A66A16" w:rsidTr="00CC7E72">
        <w:trPr>
          <w:trHeight w:val="196"/>
        </w:trPr>
        <w:tc>
          <w:tcPr>
            <w:tcW w:w="4586" w:type="dxa"/>
          </w:tcPr>
          <w:p w:rsidR="00A924AC" w:rsidRPr="00A66A16" w:rsidRDefault="00A924AC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Tasty Poems</w:t>
            </w:r>
          </w:p>
        </w:tc>
        <w:tc>
          <w:tcPr>
            <w:tcW w:w="4022" w:type="dxa"/>
            <w:vMerge/>
          </w:tcPr>
          <w:p w:rsidR="00A924AC" w:rsidRPr="00A66A16" w:rsidRDefault="00A924AC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A66A16" w:rsidTr="00CC7E72">
        <w:trPr>
          <w:trHeight w:val="195"/>
        </w:trPr>
        <w:tc>
          <w:tcPr>
            <w:tcW w:w="4586" w:type="dxa"/>
          </w:tcPr>
          <w:p w:rsidR="00A924AC" w:rsidRPr="00A66A16" w:rsidRDefault="00A924AC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Seaside Poems</w:t>
            </w:r>
          </w:p>
        </w:tc>
        <w:tc>
          <w:tcPr>
            <w:tcW w:w="4022" w:type="dxa"/>
            <w:vMerge/>
          </w:tcPr>
          <w:p w:rsidR="00A924AC" w:rsidRPr="00A66A16" w:rsidRDefault="00A924AC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A66A16" w:rsidTr="00CC7E72">
        <w:trPr>
          <w:trHeight w:val="173"/>
        </w:trPr>
        <w:tc>
          <w:tcPr>
            <w:tcW w:w="4586" w:type="dxa"/>
          </w:tcPr>
          <w:p w:rsidR="00A924AC" w:rsidRPr="00A66A16" w:rsidRDefault="00A924AC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Noisy Poems </w:t>
            </w:r>
          </w:p>
        </w:tc>
        <w:tc>
          <w:tcPr>
            <w:tcW w:w="4022" w:type="dxa"/>
            <w:vMerge/>
          </w:tcPr>
          <w:p w:rsidR="00A924AC" w:rsidRPr="00A66A16" w:rsidRDefault="00A924AC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FE33BA" w:rsidRPr="00A66A16" w:rsidTr="00CC7E72">
        <w:trPr>
          <w:trHeight w:val="173"/>
        </w:trPr>
        <w:tc>
          <w:tcPr>
            <w:tcW w:w="4586" w:type="dxa"/>
          </w:tcPr>
          <w:p w:rsidR="00FE33BA" w:rsidRPr="00A66A16" w:rsidRDefault="00FE33BA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I Went To The Zoopermarket</w:t>
            </w:r>
          </w:p>
        </w:tc>
        <w:tc>
          <w:tcPr>
            <w:tcW w:w="4022" w:type="dxa"/>
          </w:tcPr>
          <w:p w:rsidR="00FE33BA" w:rsidRPr="00A66A16" w:rsidRDefault="00FE33BA" w:rsidP="00CC7E72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sz w:val="20"/>
                <w:szCs w:val="20"/>
                <w:lang w:eastAsia="en-GB"/>
              </w:rPr>
              <w:t>Nick Sharratt</w:t>
            </w:r>
          </w:p>
        </w:tc>
        <w:tc>
          <w:tcPr>
            <w:tcW w:w="634" w:type="dxa"/>
          </w:tcPr>
          <w:p w:rsidR="00FE33BA" w:rsidRPr="00A66A16" w:rsidRDefault="00FE33BA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A924AC" w:rsidRPr="00A66A16" w:rsidTr="00CC7E72">
        <w:trPr>
          <w:trHeight w:val="230"/>
        </w:trPr>
        <w:tc>
          <w:tcPr>
            <w:tcW w:w="4586" w:type="dxa"/>
          </w:tcPr>
          <w:p w:rsidR="00A924AC" w:rsidRPr="00A66A16" w:rsidRDefault="00A924AC" w:rsidP="00480F1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Brown Bear, Brown Bear, What Do You See?</w:t>
            </w:r>
          </w:p>
        </w:tc>
        <w:tc>
          <w:tcPr>
            <w:tcW w:w="4022" w:type="dxa"/>
            <w:vMerge w:val="restart"/>
          </w:tcPr>
          <w:p w:rsidR="00A924AC" w:rsidRPr="00A66A16" w:rsidRDefault="00A924AC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Cs/>
                <w:sz w:val="20"/>
                <w:szCs w:val="20"/>
                <w:lang w:eastAsia="en-GB"/>
              </w:rPr>
              <w:t>Bill Martin</w:t>
            </w: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A66A16" w:rsidTr="00CC7E72">
        <w:trPr>
          <w:trHeight w:val="127"/>
        </w:trPr>
        <w:tc>
          <w:tcPr>
            <w:tcW w:w="4586" w:type="dxa"/>
          </w:tcPr>
          <w:p w:rsidR="00A924AC" w:rsidRPr="00A66A16" w:rsidRDefault="00A924AC" w:rsidP="00CC7E72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Polar Bear, Polar Bear, What Do You Hear?</w:t>
            </w:r>
          </w:p>
        </w:tc>
        <w:tc>
          <w:tcPr>
            <w:tcW w:w="4022" w:type="dxa"/>
            <w:vMerge/>
          </w:tcPr>
          <w:p w:rsidR="00A924AC" w:rsidRPr="00A66A16" w:rsidRDefault="00A924AC" w:rsidP="00CC7E72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Walking through the Jungle</w:t>
            </w:r>
          </w:p>
        </w:tc>
        <w:tc>
          <w:tcPr>
            <w:tcW w:w="4022" w:type="dxa"/>
          </w:tcPr>
          <w:p w:rsidR="002676C4" w:rsidRPr="00A66A16" w:rsidRDefault="002676C4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Cs/>
                <w:sz w:val="20"/>
                <w:szCs w:val="20"/>
                <w:lang w:eastAsia="en-GB"/>
              </w:rPr>
              <w:t>Debbie Harter</w:t>
            </w:r>
          </w:p>
        </w:tc>
        <w:tc>
          <w:tcPr>
            <w:tcW w:w="634" w:type="dxa"/>
          </w:tcPr>
          <w:p w:rsidR="002676C4" w:rsidRPr="00A66A16" w:rsidRDefault="00CC7E72" w:rsidP="00B141B4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 w:rsidP="00480F12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A66A16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All Join In</w:t>
            </w:r>
          </w:p>
        </w:tc>
        <w:tc>
          <w:tcPr>
            <w:tcW w:w="4022" w:type="dxa"/>
          </w:tcPr>
          <w:p w:rsidR="002676C4" w:rsidRPr="00A66A16" w:rsidRDefault="002676C4" w:rsidP="00480F12">
            <w:pPr>
              <w:rPr>
                <w:rFonts w:cs="Arial"/>
                <w:sz w:val="20"/>
                <w:szCs w:val="20"/>
              </w:rPr>
            </w:pPr>
            <w:r w:rsidRPr="00A66A16">
              <w:rPr>
                <w:rFonts w:cs="Arial"/>
                <w:sz w:val="20"/>
                <w:szCs w:val="20"/>
              </w:rPr>
              <w:t>Quentin Blake</w:t>
            </w:r>
          </w:p>
        </w:tc>
        <w:tc>
          <w:tcPr>
            <w:tcW w:w="634" w:type="dxa"/>
          </w:tcPr>
          <w:p w:rsidR="002676C4" w:rsidRPr="00A66A16" w:rsidRDefault="00CC7E72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>
            <w:pPr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Off By Heart – Poems for YOU to remember</w:t>
            </w:r>
          </w:p>
        </w:tc>
        <w:tc>
          <w:tcPr>
            <w:tcW w:w="4022" w:type="dxa"/>
          </w:tcPr>
          <w:p w:rsidR="002676C4" w:rsidRPr="00A66A16" w:rsidRDefault="002676C4">
            <w:pPr>
              <w:rPr>
                <w:rFonts w:cs="Arial"/>
                <w:sz w:val="20"/>
                <w:szCs w:val="20"/>
              </w:rPr>
            </w:pPr>
            <w:r w:rsidRPr="00A66A16">
              <w:rPr>
                <w:rFonts w:cs="Arial"/>
                <w:sz w:val="20"/>
                <w:szCs w:val="20"/>
              </w:rPr>
              <w:t>Roger Stevens</w:t>
            </w:r>
          </w:p>
        </w:tc>
        <w:tc>
          <w:tcPr>
            <w:tcW w:w="634" w:type="dxa"/>
          </w:tcPr>
          <w:p w:rsidR="002676C4" w:rsidRPr="00A66A16" w:rsidRDefault="002676C4" w:rsidP="00B141B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24AC" w:rsidRPr="00A66A16" w:rsidTr="00CC7E72">
        <w:trPr>
          <w:trHeight w:val="185"/>
        </w:trPr>
        <w:tc>
          <w:tcPr>
            <w:tcW w:w="4586" w:type="dxa"/>
          </w:tcPr>
          <w:p w:rsidR="00A924AC" w:rsidRPr="00A66A16" w:rsidRDefault="00A924AC" w:rsidP="00E702B2">
            <w:pPr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The Puffin Book of Fantastic First Poems</w:t>
            </w:r>
          </w:p>
        </w:tc>
        <w:tc>
          <w:tcPr>
            <w:tcW w:w="4022" w:type="dxa"/>
            <w:vMerge w:val="restart"/>
          </w:tcPr>
          <w:p w:rsidR="00A924AC" w:rsidRPr="00A66A16" w:rsidRDefault="00A924AC" w:rsidP="00480F12">
            <w:pPr>
              <w:rPr>
                <w:rFonts w:cs="Arial"/>
                <w:sz w:val="20"/>
                <w:szCs w:val="20"/>
              </w:rPr>
            </w:pPr>
            <w:r w:rsidRPr="00A66A16">
              <w:rPr>
                <w:rFonts w:cs="Arial"/>
                <w:sz w:val="20"/>
                <w:szCs w:val="20"/>
              </w:rPr>
              <w:t>June Crebbin</w:t>
            </w: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A924AC" w:rsidRPr="00A66A16" w:rsidTr="00CC7E72">
        <w:trPr>
          <w:trHeight w:val="184"/>
        </w:trPr>
        <w:tc>
          <w:tcPr>
            <w:tcW w:w="4586" w:type="dxa"/>
          </w:tcPr>
          <w:p w:rsidR="00A924AC" w:rsidRPr="00A66A16" w:rsidRDefault="00A924AC" w:rsidP="00E702B2">
            <w:pPr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The Train Ride</w:t>
            </w:r>
          </w:p>
        </w:tc>
        <w:tc>
          <w:tcPr>
            <w:tcW w:w="4022" w:type="dxa"/>
            <w:vMerge/>
          </w:tcPr>
          <w:p w:rsidR="00A924AC" w:rsidRPr="00A66A16" w:rsidRDefault="00A924AC" w:rsidP="00480F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A924AC" w:rsidRPr="00A66A16" w:rsidTr="00CC7E72">
        <w:trPr>
          <w:trHeight w:val="150"/>
        </w:trPr>
        <w:tc>
          <w:tcPr>
            <w:tcW w:w="4586" w:type="dxa"/>
          </w:tcPr>
          <w:p w:rsidR="00A924AC" w:rsidRPr="00A66A16" w:rsidRDefault="00A924AC" w:rsidP="007A6363">
            <w:pPr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Spookyrumpus</w:t>
            </w:r>
          </w:p>
        </w:tc>
        <w:tc>
          <w:tcPr>
            <w:tcW w:w="4022" w:type="dxa"/>
            <w:vMerge w:val="restart"/>
          </w:tcPr>
          <w:p w:rsidR="00A924AC" w:rsidRPr="00A66A16" w:rsidRDefault="00A924AC" w:rsidP="00480F12">
            <w:pPr>
              <w:rPr>
                <w:rFonts w:cs="Arial"/>
                <w:sz w:val="20"/>
                <w:szCs w:val="20"/>
              </w:rPr>
            </w:pPr>
            <w:r w:rsidRPr="00A66A16">
              <w:rPr>
                <w:rFonts w:cs="Arial"/>
                <w:sz w:val="20"/>
                <w:szCs w:val="20"/>
              </w:rPr>
              <w:t>Tony Mitton</w:t>
            </w: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924AC" w:rsidRPr="00A66A16" w:rsidTr="00CC7E72">
        <w:trPr>
          <w:trHeight w:val="219"/>
        </w:trPr>
        <w:tc>
          <w:tcPr>
            <w:tcW w:w="4586" w:type="dxa"/>
          </w:tcPr>
          <w:p w:rsidR="00A924AC" w:rsidRPr="00A66A16" w:rsidRDefault="00A924AC" w:rsidP="007A6363">
            <w:pPr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Bumpus Jumpus Dinosaurumpus</w:t>
            </w:r>
          </w:p>
        </w:tc>
        <w:tc>
          <w:tcPr>
            <w:tcW w:w="4022" w:type="dxa"/>
            <w:vMerge/>
          </w:tcPr>
          <w:p w:rsidR="00A924AC" w:rsidRPr="00A66A16" w:rsidRDefault="00A924AC" w:rsidP="00480F1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634" w:type="dxa"/>
          </w:tcPr>
          <w:p w:rsidR="00A924AC" w:rsidRPr="00A66A16" w:rsidRDefault="00A924AC" w:rsidP="00B141B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2676C4" w:rsidRPr="00A66A16" w:rsidTr="00CC7E72">
        <w:tc>
          <w:tcPr>
            <w:tcW w:w="4586" w:type="dxa"/>
          </w:tcPr>
          <w:p w:rsidR="002676C4" w:rsidRPr="00A66A16" w:rsidRDefault="002676C4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A66A16">
              <w:rPr>
                <w:rFonts w:cs="Arial"/>
                <w:b/>
                <w:color w:val="FF0000"/>
                <w:sz w:val="20"/>
                <w:szCs w:val="20"/>
              </w:rPr>
              <w:t>Hey Little Bug!</w:t>
            </w:r>
          </w:p>
        </w:tc>
        <w:tc>
          <w:tcPr>
            <w:tcW w:w="4022" w:type="dxa"/>
          </w:tcPr>
          <w:p w:rsidR="002676C4" w:rsidRPr="00A66A16" w:rsidRDefault="002676C4" w:rsidP="00480F12">
            <w:pPr>
              <w:rPr>
                <w:rFonts w:cs="Arial"/>
                <w:color w:val="FF0000"/>
                <w:sz w:val="20"/>
                <w:szCs w:val="20"/>
              </w:rPr>
            </w:pPr>
            <w:r w:rsidRPr="00A66A16">
              <w:rPr>
                <w:rFonts w:cs="Arial"/>
                <w:color w:val="FF0000"/>
                <w:sz w:val="20"/>
                <w:szCs w:val="20"/>
              </w:rPr>
              <w:t>James Carter</w:t>
            </w:r>
          </w:p>
        </w:tc>
        <w:tc>
          <w:tcPr>
            <w:tcW w:w="634" w:type="dxa"/>
          </w:tcPr>
          <w:p w:rsidR="002676C4" w:rsidRPr="00A66A16" w:rsidRDefault="009E0207" w:rsidP="009E0207">
            <w:pPr>
              <w:jc w:val="center"/>
              <w:rPr>
                <w:rFonts w:cs="Arial"/>
                <w:b/>
                <w:color w:val="FF0000"/>
                <w:sz w:val="20"/>
                <w:szCs w:val="20"/>
              </w:rPr>
            </w:pPr>
            <w:r w:rsidRPr="00A66A16">
              <w:rPr>
                <w:rFonts w:cs="Arial"/>
                <w:b/>
                <w:sz w:val="20"/>
                <w:szCs w:val="20"/>
              </w:rPr>
              <w:t>Y</w:t>
            </w:r>
          </w:p>
        </w:tc>
      </w:tr>
      <w:tr w:rsidR="009D263F" w:rsidRPr="00A66A16" w:rsidTr="00CC7E72">
        <w:tc>
          <w:tcPr>
            <w:tcW w:w="4586" w:type="dxa"/>
          </w:tcPr>
          <w:p w:rsidR="009D263F" w:rsidRPr="00A66A16" w:rsidRDefault="009D263F" w:rsidP="00E702B2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9D263F">
              <w:rPr>
                <w:rFonts w:cs="Arial"/>
                <w:b/>
                <w:color w:val="FF0000"/>
                <w:sz w:val="20"/>
                <w:szCs w:val="20"/>
              </w:rPr>
              <w:t>Do Not Enter the Monster Zoo!</w:t>
            </w:r>
          </w:p>
        </w:tc>
        <w:tc>
          <w:tcPr>
            <w:tcW w:w="4022" w:type="dxa"/>
          </w:tcPr>
          <w:p w:rsidR="009D263F" w:rsidRPr="00A66A16" w:rsidRDefault="009D263F" w:rsidP="009D263F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color w:val="FF0000"/>
                <w:sz w:val="20"/>
                <w:szCs w:val="20"/>
              </w:rPr>
              <w:t xml:space="preserve">Amy Sparkes and </w:t>
            </w:r>
            <w:r w:rsidRPr="009D263F">
              <w:rPr>
                <w:rFonts w:cs="Arial"/>
                <w:color w:val="FF0000"/>
                <w:sz w:val="20"/>
                <w:szCs w:val="20"/>
              </w:rPr>
              <w:t xml:space="preserve"> Sara Ogilvie</w:t>
            </w:r>
          </w:p>
        </w:tc>
        <w:tc>
          <w:tcPr>
            <w:tcW w:w="634" w:type="dxa"/>
          </w:tcPr>
          <w:p w:rsidR="009D263F" w:rsidRPr="00A66A16" w:rsidRDefault="009D263F" w:rsidP="009E0207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9D263F" w:rsidRPr="00A66A16" w:rsidTr="00CC7E72">
        <w:tc>
          <w:tcPr>
            <w:tcW w:w="4586" w:type="dxa"/>
          </w:tcPr>
          <w:p w:rsidR="009D263F" w:rsidRPr="009D263F" w:rsidRDefault="009D263F">
            <w:pPr>
              <w:rPr>
                <w:b/>
                <w:sz w:val="20"/>
                <w:szCs w:val="20"/>
              </w:rPr>
            </w:pPr>
            <w:r w:rsidRPr="009D263F">
              <w:rPr>
                <w:b/>
                <w:color w:val="FF0000"/>
                <w:sz w:val="20"/>
                <w:szCs w:val="20"/>
              </w:rPr>
              <w:t>One Mole Digging a Hole</w:t>
            </w:r>
          </w:p>
        </w:tc>
        <w:tc>
          <w:tcPr>
            <w:tcW w:w="4022" w:type="dxa"/>
          </w:tcPr>
          <w:p w:rsidR="009D263F" w:rsidRPr="009D263F" w:rsidRDefault="009D263F" w:rsidP="009D263F">
            <w:pPr>
              <w:rPr>
                <w:sz w:val="20"/>
                <w:szCs w:val="20"/>
              </w:rPr>
            </w:pPr>
            <w:r w:rsidRPr="009D263F">
              <w:rPr>
                <w:color w:val="FF0000"/>
                <w:sz w:val="20"/>
                <w:szCs w:val="20"/>
              </w:rPr>
              <w:t>Julia Donaldson and Nick Sharratt</w:t>
            </w:r>
          </w:p>
        </w:tc>
        <w:tc>
          <w:tcPr>
            <w:tcW w:w="634" w:type="dxa"/>
          </w:tcPr>
          <w:p w:rsidR="009D263F" w:rsidRDefault="009D263F" w:rsidP="009D263F">
            <w:pPr>
              <w:jc w:val="center"/>
            </w:pPr>
            <w:r>
              <w:t>Y</w:t>
            </w:r>
          </w:p>
        </w:tc>
      </w:tr>
      <w:tr w:rsidR="009D263F" w:rsidRPr="00A66A16" w:rsidTr="00CC7E72">
        <w:tc>
          <w:tcPr>
            <w:tcW w:w="4586" w:type="dxa"/>
          </w:tcPr>
          <w:p w:rsidR="009D263F" w:rsidRPr="009D263F" w:rsidRDefault="009D263F">
            <w:pPr>
              <w:rPr>
                <w:b/>
                <w:color w:val="FF0000"/>
                <w:sz w:val="20"/>
                <w:szCs w:val="20"/>
              </w:rPr>
            </w:pPr>
            <w:r w:rsidRPr="009D263F">
              <w:rPr>
                <w:b/>
                <w:color w:val="FF0000"/>
                <w:sz w:val="20"/>
                <w:szCs w:val="20"/>
              </w:rPr>
              <w:t>Over the Hills and Far Away</w:t>
            </w:r>
          </w:p>
        </w:tc>
        <w:tc>
          <w:tcPr>
            <w:tcW w:w="4022" w:type="dxa"/>
          </w:tcPr>
          <w:p w:rsidR="009D263F" w:rsidRPr="009D263F" w:rsidRDefault="009C7C59" w:rsidP="009C7C59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Nursery Rhymes c</w:t>
            </w:r>
            <w:r w:rsidR="009D263F">
              <w:rPr>
                <w:color w:val="FF0000"/>
                <w:sz w:val="20"/>
                <w:szCs w:val="20"/>
              </w:rPr>
              <w:t>oll</w:t>
            </w:r>
            <w:r>
              <w:rPr>
                <w:color w:val="FF0000"/>
                <w:sz w:val="20"/>
                <w:szCs w:val="20"/>
              </w:rPr>
              <w:t>.</w:t>
            </w:r>
            <w:r w:rsidR="009D263F">
              <w:rPr>
                <w:color w:val="FF0000"/>
                <w:sz w:val="20"/>
                <w:szCs w:val="20"/>
              </w:rPr>
              <w:t xml:space="preserve"> by Elizabeth Hammill </w:t>
            </w:r>
          </w:p>
        </w:tc>
        <w:tc>
          <w:tcPr>
            <w:tcW w:w="634" w:type="dxa"/>
          </w:tcPr>
          <w:p w:rsidR="009D263F" w:rsidRDefault="009D263F" w:rsidP="009D263F">
            <w:pPr>
              <w:jc w:val="center"/>
            </w:pPr>
          </w:p>
        </w:tc>
      </w:tr>
      <w:tr w:rsidR="009C7C59" w:rsidRPr="00A66A16" w:rsidTr="00CC7E72">
        <w:tc>
          <w:tcPr>
            <w:tcW w:w="4586" w:type="dxa"/>
          </w:tcPr>
          <w:p w:rsidR="009C7C59" w:rsidRPr="009D263F" w:rsidRDefault="009C7C59" w:rsidP="009C7C59">
            <w:pPr>
              <w:tabs>
                <w:tab w:val="left" w:pos="2820"/>
              </w:tabs>
              <w:rPr>
                <w:b/>
                <w:color w:val="FF0000"/>
                <w:sz w:val="20"/>
                <w:szCs w:val="20"/>
              </w:rPr>
            </w:pPr>
            <w:r w:rsidRPr="009C7C59">
              <w:rPr>
                <w:b/>
                <w:color w:val="FF0000"/>
                <w:sz w:val="20"/>
                <w:szCs w:val="20"/>
              </w:rPr>
              <w:t>You Can't Take An Elephant On the Bus</w:t>
            </w:r>
          </w:p>
        </w:tc>
        <w:tc>
          <w:tcPr>
            <w:tcW w:w="4022" w:type="dxa"/>
          </w:tcPr>
          <w:p w:rsidR="009C7C59" w:rsidRDefault="009C7C59" w:rsidP="009C7C59">
            <w:pPr>
              <w:rPr>
                <w:color w:val="FF0000"/>
                <w:sz w:val="20"/>
                <w:szCs w:val="20"/>
              </w:rPr>
            </w:pPr>
            <w:r w:rsidRPr="009C7C59">
              <w:rPr>
                <w:color w:val="FF0000"/>
                <w:sz w:val="20"/>
                <w:szCs w:val="20"/>
              </w:rPr>
              <w:t>Patricia Cleveland-Peck</w:t>
            </w:r>
            <w:r>
              <w:rPr>
                <w:color w:val="FF0000"/>
                <w:sz w:val="20"/>
                <w:szCs w:val="20"/>
              </w:rPr>
              <w:t xml:space="preserve"> and </w:t>
            </w:r>
            <w:r w:rsidRPr="009C7C59">
              <w:rPr>
                <w:color w:val="FF0000"/>
                <w:sz w:val="20"/>
                <w:szCs w:val="20"/>
              </w:rPr>
              <w:t>David Tazzyman</w:t>
            </w:r>
          </w:p>
        </w:tc>
        <w:tc>
          <w:tcPr>
            <w:tcW w:w="634" w:type="dxa"/>
          </w:tcPr>
          <w:p w:rsidR="009C7C59" w:rsidRDefault="009C7C59" w:rsidP="009D263F">
            <w:pPr>
              <w:jc w:val="center"/>
            </w:pPr>
          </w:p>
        </w:tc>
      </w:tr>
      <w:tr w:rsidR="009C7C59" w:rsidRPr="00A66A16" w:rsidTr="00CC7E72">
        <w:tc>
          <w:tcPr>
            <w:tcW w:w="4586" w:type="dxa"/>
          </w:tcPr>
          <w:p w:rsidR="009C7C59" w:rsidRPr="009C7C59" w:rsidRDefault="009C7C59" w:rsidP="009C7C59">
            <w:pPr>
              <w:tabs>
                <w:tab w:val="left" w:pos="2820"/>
              </w:tabs>
              <w:rPr>
                <w:b/>
                <w:color w:val="FF0000"/>
                <w:sz w:val="20"/>
                <w:szCs w:val="20"/>
              </w:rPr>
            </w:pPr>
            <w:r w:rsidRPr="009C7C59">
              <w:rPr>
                <w:b/>
                <w:color w:val="FF0000"/>
                <w:sz w:val="20"/>
                <w:szCs w:val="20"/>
              </w:rPr>
              <w:t>Oi Frog</w:t>
            </w:r>
            <w:r w:rsidR="00DA2B08">
              <w:rPr>
                <w:b/>
                <w:color w:val="FF0000"/>
                <w:sz w:val="20"/>
                <w:szCs w:val="20"/>
              </w:rPr>
              <w:t>!</w:t>
            </w:r>
            <w:r w:rsidRPr="009C7C59">
              <w:rPr>
                <w:b/>
                <w:color w:val="FF0000"/>
                <w:sz w:val="20"/>
                <w:szCs w:val="20"/>
              </w:rPr>
              <w:tab/>
            </w:r>
            <w:r w:rsidRPr="009C7C59">
              <w:rPr>
                <w:b/>
                <w:color w:val="FF0000"/>
                <w:sz w:val="20"/>
                <w:szCs w:val="20"/>
              </w:rPr>
              <w:tab/>
            </w:r>
          </w:p>
        </w:tc>
        <w:tc>
          <w:tcPr>
            <w:tcW w:w="4022" w:type="dxa"/>
          </w:tcPr>
          <w:p w:rsidR="009C7C59" w:rsidRPr="009C7C59" w:rsidRDefault="009C7C59" w:rsidP="009C7C59">
            <w:pPr>
              <w:rPr>
                <w:color w:val="FF0000"/>
                <w:sz w:val="20"/>
                <w:szCs w:val="20"/>
              </w:rPr>
            </w:pPr>
            <w:r w:rsidRPr="009C7C59">
              <w:rPr>
                <w:color w:val="FF0000"/>
                <w:sz w:val="20"/>
                <w:szCs w:val="20"/>
              </w:rPr>
              <w:t>Kes Gray/Jim Field</w:t>
            </w:r>
          </w:p>
        </w:tc>
        <w:tc>
          <w:tcPr>
            <w:tcW w:w="634" w:type="dxa"/>
          </w:tcPr>
          <w:p w:rsidR="009C7C59" w:rsidRDefault="009C7C59" w:rsidP="009D263F">
            <w:pPr>
              <w:jc w:val="center"/>
            </w:pPr>
          </w:p>
        </w:tc>
      </w:tr>
    </w:tbl>
    <w:p w:rsidR="007A6363" w:rsidRDefault="007A6363"/>
    <w:tbl>
      <w:tblPr>
        <w:tblStyle w:val="TableGrid"/>
        <w:tblpPr w:leftFromText="180" w:rightFromText="180" w:vertAnchor="text" w:tblpY="-139"/>
        <w:tblW w:w="0" w:type="auto"/>
        <w:tblLook w:val="04A0" w:firstRow="1" w:lastRow="0" w:firstColumn="1" w:lastColumn="0" w:noHBand="0" w:noVBand="1"/>
      </w:tblPr>
      <w:tblGrid>
        <w:gridCol w:w="3983"/>
        <w:gridCol w:w="3935"/>
        <w:gridCol w:w="1324"/>
      </w:tblGrid>
      <w:tr w:rsidR="0049085F" w:rsidRPr="00093333" w:rsidTr="0049085F">
        <w:tc>
          <w:tcPr>
            <w:tcW w:w="9242" w:type="dxa"/>
            <w:gridSpan w:val="3"/>
            <w:tcBorders>
              <w:bottom w:val="single" w:sz="4" w:space="0" w:color="auto"/>
            </w:tcBorders>
            <w:shd w:val="clear" w:color="auto" w:fill="FFFF99"/>
          </w:tcPr>
          <w:p w:rsidR="0049085F" w:rsidRPr="00093333" w:rsidRDefault="0049085F" w:rsidP="00614DC0">
            <w:pPr>
              <w:jc w:val="center"/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sz w:val="20"/>
                <w:szCs w:val="20"/>
                <w:lang w:eastAsia="en-GB"/>
              </w:rPr>
              <w:lastRenderedPageBreak/>
              <w:t>NARRATIVE</w:t>
            </w:r>
          </w:p>
        </w:tc>
      </w:tr>
      <w:tr w:rsidR="0049085F" w:rsidRPr="00093333" w:rsidTr="0049085F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 Progression in Narrative:</w:t>
            </w:r>
          </w:p>
          <w:p w:rsidR="0049085F" w:rsidRPr="00093333" w:rsidRDefault="00175BA5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hyperlink r:id="rId16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http://engres.ied.edu.hk/lang_arts/tasks/curricRenew-2009/wk3/progression_narr_all-in-one.pdf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  </w:t>
            </w:r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Link to children's' authors and their websites:</w:t>
            </w:r>
          </w:p>
          <w:p w:rsidR="0049085F" w:rsidRPr="00093333" w:rsidRDefault="00175BA5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hyperlink r:id="rId17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http://www.ukchildrensbooks.co.uk/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color w:val="0000FF"/>
                <w:sz w:val="20"/>
                <w:szCs w:val="20"/>
                <w:lang w:eastAsia="en-GB"/>
              </w:rPr>
              <w:t> </w:t>
            </w:r>
          </w:p>
          <w:p w:rsidR="0049085F" w:rsidRPr="00093333" w:rsidRDefault="0049085F" w:rsidP="0049085F">
            <w:pPr>
              <w:widowControl w:val="0"/>
              <w:rPr>
                <w:rFonts w:eastAsia="Times New Roman" w:cs="Times New Roman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KS1 Story Starts</w:t>
            </w:r>
          </w:p>
          <w:p w:rsidR="0049085F" w:rsidRPr="00093333" w:rsidRDefault="00175BA5" w:rsidP="0049085F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hyperlink r:id="rId18" w:history="1">
              <w:r w:rsidR="0049085F" w:rsidRPr="00093333">
                <w:rPr>
                  <w:rFonts w:eastAsia="Times New Roman" w:cs="Arial"/>
                  <w:b/>
                  <w:bCs/>
                  <w:color w:val="0000FF"/>
                  <w:sz w:val="20"/>
                  <w:szCs w:val="20"/>
                  <w:u w:val="single"/>
                  <w:lang w:eastAsia="en-GB"/>
                </w:rPr>
                <w:t>http://www.youtube.com/watch?v=Yn-PYLztT2Y</w:t>
              </w:r>
            </w:hyperlink>
          </w:p>
          <w:p w:rsidR="0049085F" w:rsidRPr="00093333" w:rsidRDefault="0049085F" w:rsidP="0049085F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  <w:p w:rsidR="0049085F" w:rsidRPr="00093333" w:rsidRDefault="0049085F" w:rsidP="0049085F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Developing Early Writing </w:t>
            </w:r>
          </w:p>
          <w:p w:rsidR="0049085F" w:rsidRPr="00093333" w:rsidRDefault="0049085F" w:rsidP="0049085F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sz w:val="20"/>
                <w:szCs w:val="20"/>
                <w:lang w:eastAsia="en-GB"/>
              </w:rPr>
              <w:t>Unit 4: Where’s My Teddy?</w:t>
            </w:r>
          </w:p>
          <w:p w:rsidR="0049085F" w:rsidRPr="00093333" w:rsidRDefault="0049085F" w:rsidP="0049085F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sz w:val="20"/>
                <w:szCs w:val="20"/>
                <w:lang w:eastAsia="en-GB"/>
              </w:rPr>
              <w:t>Unit 6: Cinderella</w:t>
            </w:r>
          </w:p>
          <w:p w:rsidR="0049085F" w:rsidRPr="00093333" w:rsidRDefault="00175BA5" w:rsidP="0049085F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19" w:history="1">
              <w:r w:rsidR="0049085F" w:rsidRPr="00093333">
                <w:rPr>
                  <w:rFonts w:eastAsia="Times New Roman" w:cs="Arial"/>
                  <w:b/>
                  <w:color w:val="0000FF"/>
                  <w:sz w:val="20"/>
                  <w:szCs w:val="20"/>
                  <w:u w:val="single"/>
                  <w:lang w:eastAsia="en-GB"/>
                </w:rPr>
                <w:t>http://www.sassoonfont.co.uk/fonts/sas/pri_lit_dev_wrtng_005501.pdf</w:t>
              </w:r>
            </w:hyperlink>
          </w:p>
          <w:p w:rsidR="0049085F" w:rsidRPr="00093333" w:rsidRDefault="0049085F" w:rsidP="0049085F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49085F" w:rsidP="0049085F">
            <w:pPr>
              <w:jc w:val="center"/>
              <w:rPr>
                <w:b/>
                <w:sz w:val="20"/>
                <w:szCs w:val="20"/>
              </w:rPr>
            </w:pPr>
            <w:r w:rsidRPr="00EC6925">
              <w:rPr>
                <w:b/>
                <w:sz w:val="20"/>
                <w:szCs w:val="20"/>
              </w:rPr>
              <w:t>Patterned Stories/predictable phrases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I Like It When…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Mary Murphy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 Dark, Dark Tale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sz w:val="20"/>
                <w:szCs w:val="20"/>
                <w:lang w:eastAsia="en-GB"/>
              </w:rPr>
              <w:t>Ruth Brown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093333" w:rsidTr="0049085F">
        <w:trPr>
          <w:trHeight w:val="161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Shark in the Park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Nick Sharratt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093333" w:rsidTr="0049085F">
        <w:trPr>
          <w:trHeight w:val="184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Shark in the Dark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  <w:shd w:val="clear" w:color="auto" w:fill="auto"/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093333" w:rsidTr="0049085F">
        <w:trPr>
          <w:trHeight w:val="184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  <w:t>Shark in the Park on a Windy Day!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</w:tr>
      <w:tr w:rsidR="00A924AC" w:rsidRPr="00093333" w:rsidTr="00C244B8">
        <w:trPr>
          <w:trHeight w:val="208"/>
        </w:trPr>
        <w:tc>
          <w:tcPr>
            <w:tcW w:w="3983" w:type="dxa"/>
            <w:tcBorders>
              <w:bottom w:val="single" w:sz="4" w:space="0" w:color="auto"/>
            </w:tcBorders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Little Rabbit Foo Foo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sz w:val="20"/>
                <w:szCs w:val="20"/>
                <w:lang w:eastAsia="en-GB"/>
              </w:rPr>
              <w:t>Michael Rosen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093333" w:rsidTr="0049085F">
        <w:trPr>
          <w:trHeight w:val="161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We’re going on a Bear Hunt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sz w:val="20"/>
                <w:szCs w:val="20"/>
                <w:lang w:eastAsia="en-GB"/>
              </w:rPr>
              <w:t>Can’t you Sleep, Little Bear?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sz w:val="20"/>
                <w:szCs w:val="20"/>
                <w:lang w:eastAsia="en-GB"/>
              </w:rPr>
              <w:t>Martin Waddell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Guess how much I love you?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Sam McBratney</w:t>
            </w:r>
          </w:p>
        </w:tc>
        <w:tc>
          <w:tcPr>
            <w:tcW w:w="1324" w:type="dxa"/>
            <w:tcBorders>
              <w:bottom w:val="single" w:sz="4" w:space="0" w:color="auto"/>
            </w:tcBorders>
            <w:shd w:val="clear" w:color="auto" w:fill="auto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093333" w:rsidTr="0049085F">
        <w:trPr>
          <w:trHeight w:val="195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Fix-it Duck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Jez Alborough</w:t>
            </w:r>
          </w:p>
        </w:tc>
        <w:tc>
          <w:tcPr>
            <w:tcW w:w="1324" w:type="dxa"/>
            <w:shd w:val="clear" w:color="auto" w:fill="auto"/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093333" w:rsidTr="0049085F">
        <w:trPr>
          <w:trHeight w:val="195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Duck in the Truck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924AC" w:rsidRPr="00093333" w:rsidTr="0049085F">
        <w:trPr>
          <w:trHeight w:val="161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Captain Duck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Dinosaur Roar!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Henrietta Stickland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widowControl w:val="0"/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093333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Please Don’t Chat to the Bus Driver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Shen Roddie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If Mum and Me Were Mermaids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Pauline Stewart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rPr>
          <w:trHeight w:val="207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Class 2 at the Zoo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Julia Jarman/Lynn Chapman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rPr>
          <w:trHeight w:val="150"/>
        </w:trPr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Class 3 all at Sea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  <w:tcBorders>
              <w:bottom w:val="single" w:sz="4" w:space="0" w:color="auto"/>
            </w:tcBorders>
          </w:tcPr>
          <w:p w:rsidR="0049085F" w:rsidRPr="00093333" w:rsidRDefault="00733225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Down the Back of the Chair</w:t>
            </w:r>
          </w:p>
        </w:tc>
        <w:tc>
          <w:tcPr>
            <w:tcW w:w="3935" w:type="dxa"/>
            <w:tcBorders>
              <w:bottom w:val="single" w:sz="4" w:space="0" w:color="auto"/>
            </w:tcBorders>
          </w:tcPr>
          <w:p w:rsidR="0049085F" w:rsidRPr="00093333" w:rsidRDefault="00733225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Margaret Mahy/Polly Dunbar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9085F" w:rsidRPr="00093333" w:rsidRDefault="00733225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49085F" w:rsidP="0049085F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C6925">
              <w:rPr>
                <w:rFonts w:cs="Arial"/>
                <w:b/>
                <w:sz w:val="20"/>
                <w:szCs w:val="20"/>
              </w:rPr>
              <w:t>Contemporary/familiar settings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Not Now Bernard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David McKee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Traction Man is Here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Mini Grey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Traction Man Meets Turbo Dog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Traction and the Beach Odyssey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Toys in Space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Suddenly!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Colin McNaughton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Stanley’s Stick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John Hegley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The Bog Baby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 xml:space="preserve">Jean Willis 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My Dad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Anthony Browne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My Mum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My Brother 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Millie’s Marvellous Hat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Satoshi Kitamura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color w:val="FF0000"/>
                <w:sz w:val="20"/>
                <w:szCs w:val="20"/>
              </w:rPr>
              <w:t xml:space="preserve">Lily Takes a Walk 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Peace at Last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Jill Murphy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The Tiger Who Came to Tea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Judith Kerr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Kipper’s Birthday</w:t>
            </w:r>
            <w:r w:rsidRPr="00093333">
              <w:rPr>
                <w:rFonts w:cs="Arial"/>
                <w:sz w:val="20"/>
                <w:szCs w:val="20"/>
              </w:rPr>
              <w:t xml:space="preserve"> (and other Kipper books)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Mick Inkpen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Where’s My Teddy?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Jez Alborough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Something Special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Nicola Moon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Through My Window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Tony Bradman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When Daddy’s Truck Picks Me Up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Jana Novotny Hunter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Penguin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Polly Dunbar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Naughty Bus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Jan Oke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lastRenderedPageBreak/>
              <w:t>The Hundred Decker Bus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Mike Smith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Charlie and Lola Stories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Lauren Child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This is the Bear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Sarah Hayes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This is the Bear and the Picnic Lunch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So Much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Trish Cooke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Handa’s Surprise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Eileen Browne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Handa’s Hen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Lila and the Secret of the Rain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David Conway/Jude Daly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Once There Were Giants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Martin Waddell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Farmer Duck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The Pig in the Pond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Mr Gumpy’s Outing 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John Burningham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Mr Gumpy’s Motor Car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Would You Rather?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Monkey Puzzle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 xml:space="preserve">Julia Donaldson 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Rosie’s Hat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>The Paper Dolls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rFonts w:cs="Arial"/>
                <w:b/>
                <w:sz w:val="20"/>
                <w:szCs w:val="20"/>
              </w:rPr>
            </w:pPr>
            <w:r w:rsidRPr="00093333">
              <w:rPr>
                <w:rFonts w:cs="Arial"/>
                <w:b/>
                <w:sz w:val="20"/>
                <w:szCs w:val="20"/>
              </w:rPr>
              <w:t xml:space="preserve">My Big Shouting Day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 xml:space="preserve">Rebecca Patterson 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rFonts w:cs="Arial"/>
                <w:sz w:val="20"/>
                <w:szCs w:val="20"/>
              </w:rPr>
            </w:pPr>
            <w:r w:rsidRPr="00093333">
              <w:rPr>
                <w:rFonts w:cs="Arial"/>
                <w:sz w:val="20"/>
                <w:szCs w:val="20"/>
              </w:rPr>
              <w:t>Y</w:t>
            </w:r>
          </w:p>
        </w:tc>
      </w:tr>
      <w:tr w:rsidR="005B4AC5" w:rsidRPr="00093333" w:rsidTr="0049085F">
        <w:tc>
          <w:tcPr>
            <w:tcW w:w="3983" w:type="dxa"/>
          </w:tcPr>
          <w:p w:rsidR="005B4AC5" w:rsidRPr="00093333" w:rsidRDefault="005B4AC5" w:rsidP="0049085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Owl Babies</w:t>
            </w:r>
          </w:p>
        </w:tc>
        <w:tc>
          <w:tcPr>
            <w:tcW w:w="3935" w:type="dxa"/>
          </w:tcPr>
          <w:p w:rsidR="005B4AC5" w:rsidRPr="00093333" w:rsidRDefault="005B4AC5" w:rsidP="0049085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Martin Waddell</w:t>
            </w:r>
          </w:p>
        </w:tc>
        <w:tc>
          <w:tcPr>
            <w:tcW w:w="1324" w:type="dxa"/>
          </w:tcPr>
          <w:p w:rsidR="005B4AC5" w:rsidRPr="00093333" w:rsidRDefault="005B4AC5" w:rsidP="0049085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  <w:tcBorders>
              <w:bottom w:val="single" w:sz="4" w:space="0" w:color="auto"/>
            </w:tcBorders>
          </w:tcPr>
          <w:p w:rsidR="0049085F" w:rsidRPr="00093333" w:rsidRDefault="0049085F" w:rsidP="0049085F">
            <w:pPr>
              <w:rPr>
                <w:rFonts w:cs="Arial"/>
                <w:b/>
                <w:color w:val="FF0000"/>
                <w:sz w:val="20"/>
                <w:szCs w:val="20"/>
              </w:rPr>
            </w:pPr>
            <w:r w:rsidRPr="00093333">
              <w:rPr>
                <w:rFonts w:cs="Arial"/>
                <w:b/>
                <w:color w:val="FF0000"/>
                <w:sz w:val="20"/>
                <w:szCs w:val="20"/>
              </w:rPr>
              <w:t>We Are Not Frogs! (non-chron report link)</w:t>
            </w:r>
            <w:r w:rsidRPr="00093333">
              <w:rPr>
                <w:rFonts w:cs="Arial"/>
                <w:b/>
                <w:color w:val="FF0000"/>
                <w:sz w:val="20"/>
                <w:szCs w:val="20"/>
              </w:rPr>
              <w:tab/>
            </w:r>
            <w:r w:rsidRPr="00093333">
              <w:rPr>
                <w:rFonts w:cs="Arial"/>
                <w:b/>
                <w:color w:val="FF0000"/>
                <w:sz w:val="20"/>
                <w:szCs w:val="20"/>
              </w:rPr>
              <w:tab/>
            </w:r>
          </w:p>
        </w:tc>
        <w:tc>
          <w:tcPr>
            <w:tcW w:w="3935" w:type="dxa"/>
            <w:tcBorders>
              <w:bottom w:val="single" w:sz="4" w:space="0" w:color="auto"/>
            </w:tcBorders>
          </w:tcPr>
          <w:p w:rsidR="0049085F" w:rsidRPr="00093333" w:rsidRDefault="0049085F" w:rsidP="0049085F">
            <w:pPr>
              <w:rPr>
                <w:rFonts w:cs="Arial"/>
                <w:color w:val="FF0000"/>
                <w:sz w:val="20"/>
                <w:szCs w:val="20"/>
              </w:rPr>
            </w:pPr>
            <w:r w:rsidRPr="00093333">
              <w:rPr>
                <w:rFonts w:cs="Arial"/>
                <w:color w:val="FF0000"/>
                <w:sz w:val="20"/>
                <w:szCs w:val="20"/>
              </w:rPr>
              <w:t>Michael Morpurgo/Sam Usher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49085F" w:rsidRPr="00093333" w:rsidRDefault="0049085F" w:rsidP="0049085F">
            <w:pPr>
              <w:rPr>
                <w:rFonts w:cs="Arial"/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49085F" w:rsidP="0049085F">
            <w:pPr>
              <w:jc w:val="center"/>
              <w:rPr>
                <w:b/>
                <w:sz w:val="20"/>
                <w:szCs w:val="20"/>
              </w:rPr>
            </w:pPr>
            <w:r w:rsidRPr="00EC6925">
              <w:rPr>
                <w:b/>
                <w:sz w:val="20"/>
                <w:szCs w:val="20"/>
              </w:rPr>
              <w:t>Traditional tales and  fairy tales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Great Big Enormous Turnip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Alexei Tolstoy/Helen Oxenbury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Tiger Child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Joanna Troughton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Greedy Zebra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Mwenye Hadithi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Gift of the Sun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Dianne Stewart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The Story Tree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Hugh Lupton/Sophie Fatus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Shhhh!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Sally Grindley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Spells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Emily Gravett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A924AC">
              <w:rPr>
                <w:b/>
                <w:color w:val="FF0000"/>
                <w:sz w:val="20"/>
                <w:szCs w:val="20"/>
              </w:rPr>
              <w:t>Wolf Won’t Bite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Mr Wolf’s Pancakes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Jan Fearnley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Jolly Postman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Janet and Allan Ahlberg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5B4AC5" w:rsidRPr="00093333" w:rsidTr="0049085F">
        <w:tc>
          <w:tcPr>
            <w:tcW w:w="3983" w:type="dxa"/>
          </w:tcPr>
          <w:p w:rsidR="005B4AC5" w:rsidRDefault="005B4AC5" w:rsidP="005B4AC5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Tug of War (African)</w:t>
            </w:r>
          </w:p>
        </w:tc>
        <w:tc>
          <w:tcPr>
            <w:tcW w:w="3935" w:type="dxa"/>
          </w:tcPr>
          <w:p w:rsidR="005B4AC5" w:rsidRPr="005B4AC5" w:rsidRDefault="005B4AC5" w:rsidP="0049085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John Burningham</w:t>
            </w:r>
          </w:p>
        </w:tc>
        <w:tc>
          <w:tcPr>
            <w:tcW w:w="1324" w:type="dxa"/>
          </w:tcPr>
          <w:p w:rsidR="005B4AC5" w:rsidRPr="00093333" w:rsidRDefault="005B4AC5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5B4AC5" w:rsidRPr="00093333" w:rsidTr="0049085F">
        <w:tc>
          <w:tcPr>
            <w:tcW w:w="3983" w:type="dxa"/>
          </w:tcPr>
          <w:p w:rsidR="005B4AC5" w:rsidRDefault="005B4AC5" w:rsidP="005B4AC5">
            <w:pPr>
              <w:rPr>
                <w:b/>
                <w:color w:val="FF0000"/>
                <w:sz w:val="20"/>
                <w:szCs w:val="20"/>
              </w:rPr>
            </w:pPr>
            <w:r w:rsidRPr="005B4AC5">
              <w:rPr>
                <w:b/>
                <w:color w:val="FF0000"/>
                <w:sz w:val="20"/>
                <w:szCs w:val="20"/>
              </w:rPr>
              <w:t>The Magic Bojabi Tree</w:t>
            </w:r>
            <w:r>
              <w:rPr>
                <w:b/>
                <w:color w:val="FF0000"/>
                <w:sz w:val="20"/>
                <w:szCs w:val="20"/>
              </w:rPr>
              <w:t xml:space="preserve"> (African)</w:t>
            </w:r>
          </w:p>
        </w:tc>
        <w:tc>
          <w:tcPr>
            <w:tcW w:w="3935" w:type="dxa"/>
          </w:tcPr>
          <w:p w:rsidR="005B4AC5" w:rsidRDefault="005B4AC5" w:rsidP="005B4AC5">
            <w:pPr>
              <w:rPr>
                <w:color w:val="FF0000"/>
                <w:sz w:val="20"/>
                <w:szCs w:val="20"/>
              </w:rPr>
            </w:pPr>
            <w:r w:rsidRPr="005B4AC5">
              <w:rPr>
                <w:color w:val="FF0000"/>
                <w:sz w:val="20"/>
                <w:szCs w:val="20"/>
              </w:rPr>
              <w:t>Diane Hofmeyr</w:t>
            </w:r>
            <w:r>
              <w:rPr>
                <w:color w:val="FF0000"/>
                <w:sz w:val="20"/>
                <w:szCs w:val="20"/>
              </w:rPr>
              <w:t>/</w:t>
            </w:r>
            <w:r w:rsidRPr="005B4AC5">
              <w:rPr>
                <w:color w:val="FF0000"/>
                <w:sz w:val="20"/>
                <w:szCs w:val="20"/>
              </w:rPr>
              <w:t>Piet Grobler</w:t>
            </w:r>
          </w:p>
        </w:tc>
        <w:tc>
          <w:tcPr>
            <w:tcW w:w="1324" w:type="dxa"/>
          </w:tcPr>
          <w:p w:rsidR="005B4AC5" w:rsidRPr="00093333" w:rsidRDefault="005B4AC5" w:rsidP="0049085F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9242" w:type="dxa"/>
            <w:gridSpan w:val="3"/>
            <w:shd w:val="clear" w:color="auto" w:fill="FFFF99"/>
          </w:tcPr>
          <w:p w:rsidR="0049085F" w:rsidRPr="00EC6925" w:rsidRDefault="0049085F" w:rsidP="0049085F">
            <w:pPr>
              <w:jc w:val="center"/>
              <w:rPr>
                <w:b/>
                <w:sz w:val="20"/>
                <w:szCs w:val="20"/>
              </w:rPr>
            </w:pPr>
            <w:r w:rsidRPr="00EC6925">
              <w:rPr>
                <w:b/>
                <w:sz w:val="20"/>
                <w:szCs w:val="20"/>
              </w:rPr>
              <w:t>Fantasy/Science Fiction/Adventure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Dinosaur Time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Michael Foreman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Angry Arthur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Satoshi Kitamura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In the Attic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Get Away From the Water, Shirley (pirates)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John Burningham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Time to Get Out of the Bath, Shirley (knights)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Magic Bed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Day Louis Got Eaten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John Fardell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Man on the Moon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Simon Bartram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Dougal the Deep Sea Diver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The Way Back Home 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 xml:space="preserve">Oliver Jeffers </w:t>
            </w: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How to Catch a Star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Lost and Found 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Beegu 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Alexis Deacon</w:t>
            </w: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Croc and Bird 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Stickman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 xml:space="preserve">Julia Donaldson </w:t>
            </w: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The Gruffalo 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Gruffalo’s Child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Zog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Room on the Broom 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Smartest Giant in Town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A924AC" w:rsidRDefault="00A924AC" w:rsidP="00A924AC">
            <w:pPr>
              <w:rPr>
                <w:b/>
              </w:rPr>
            </w:pPr>
            <w:r w:rsidRPr="00A924AC">
              <w:rPr>
                <w:b/>
              </w:rPr>
              <w:t>The Scariest Monster in the World</w:t>
            </w:r>
          </w:p>
        </w:tc>
        <w:tc>
          <w:tcPr>
            <w:tcW w:w="3935" w:type="dxa"/>
          </w:tcPr>
          <w:p w:rsidR="00A924AC" w:rsidRDefault="00A924AC" w:rsidP="00190EB8">
            <w:r w:rsidRPr="00A924AC">
              <w:t>Lee Weatherly</w:t>
            </w:r>
          </w:p>
        </w:tc>
        <w:tc>
          <w:tcPr>
            <w:tcW w:w="1324" w:type="dxa"/>
          </w:tcPr>
          <w:p w:rsidR="00A924AC" w:rsidRDefault="00A924AC" w:rsidP="00A924AC">
            <w:pPr>
              <w:jc w:val="center"/>
            </w:pPr>
            <w: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A924AC" w:rsidRDefault="00A924AC" w:rsidP="00A924AC">
            <w:pPr>
              <w:rPr>
                <w:b/>
              </w:rPr>
            </w:pPr>
            <w:r w:rsidRPr="00A924AC">
              <w:rPr>
                <w:b/>
              </w:rPr>
              <w:t>Where the Wild Things Are</w:t>
            </w:r>
            <w:r w:rsidRPr="00A924AC">
              <w:rPr>
                <w:b/>
              </w:rPr>
              <w:tab/>
            </w:r>
          </w:p>
        </w:tc>
        <w:tc>
          <w:tcPr>
            <w:tcW w:w="3935" w:type="dxa"/>
          </w:tcPr>
          <w:p w:rsidR="00A924AC" w:rsidRPr="00120084" w:rsidRDefault="00A924AC" w:rsidP="00190EB8">
            <w:r>
              <w:t>Maurice Sendak</w:t>
            </w:r>
            <w:r>
              <w:tab/>
            </w:r>
          </w:p>
        </w:tc>
        <w:tc>
          <w:tcPr>
            <w:tcW w:w="1324" w:type="dxa"/>
          </w:tcPr>
          <w:p w:rsidR="00A924AC" w:rsidRPr="00120084" w:rsidRDefault="00A924AC" w:rsidP="00A924AC">
            <w:pPr>
              <w:jc w:val="center"/>
            </w:pPr>
            <w: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A924AC" w:rsidRDefault="00A924AC" w:rsidP="00190EB8">
            <w:pPr>
              <w:rPr>
                <w:b/>
              </w:rPr>
            </w:pPr>
            <w:r w:rsidRPr="00A924AC">
              <w:rPr>
                <w:b/>
              </w:rPr>
              <w:lastRenderedPageBreak/>
              <w:t>The Aliens Are Coming!</w:t>
            </w:r>
          </w:p>
        </w:tc>
        <w:tc>
          <w:tcPr>
            <w:tcW w:w="3935" w:type="dxa"/>
          </w:tcPr>
          <w:p w:rsidR="00A924AC" w:rsidRPr="00120084" w:rsidRDefault="00A924AC" w:rsidP="00190EB8">
            <w:r w:rsidRPr="00A924AC">
              <w:t>Colin McNaughton</w:t>
            </w:r>
          </w:p>
        </w:tc>
        <w:tc>
          <w:tcPr>
            <w:tcW w:w="1324" w:type="dxa"/>
          </w:tcPr>
          <w:p w:rsidR="00A924AC" w:rsidRPr="00120084" w:rsidRDefault="00A924AC" w:rsidP="00A924AC">
            <w:pPr>
              <w:jc w:val="center"/>
            </w:pPr>
            <w: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A924AC" w:rsidRDefault="00A924AC" w:rsidP="00190EB8">
            <w:pPr>
              <w:rPr>
                <w:b/>
              </w:rPr>
            </w:pPr>
            <w:r w:rsidRPr="00A924AC">
              <w:rPr>
                <w:b/>
              </w:rPr>
              <w:t>The Grumpalump</w:t>
            </w:r>
          </w:p>
        </w:tc>
        <w:tc>
          <w:tcPr>
            <w:tcW w:w="3935" w:type="dxa"/>
          </w:tcPr>
          <w:p w:rsidR="00A924AC" w:rsidRPr="00120084" w:rsidRDefault="00A924AC" w:rsidP="00190EB8">
            <w:r w:rsidRPr="00120084">
              <w:t>Sarah Hayes</w:t>
            </w:r>
          </w:p>
        </w:tc>
        <w:tc>
          <w:tcPr>
            <w:tcW w:w="1324" w:type="dxa"/>
          </w:tcPr>
          <w:p w:rsidR="00A924AC" w:rsidRDefault="00A924AC" w:rsidP="00A924AC">
            <w:pPr>
              <w:jc w:val="center"/>
            </w:pPr>
            <w:r w:rsidRPr="00120084"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The Sunflower Sword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 xml:space="preserve">Mark Sperring/Miriam Latimer 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Great Balloon Hullaballoo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Pete Bently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Great Dragon Rescue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M.P. Robertson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Bumps in the Night </w:t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Janet &amp; Allan Ahlberg</w:t>
            </w: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Funnybones 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 xml:space="preserve">Winnie the Witch stories 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 xml:space="preserve">Valerie Thomas/Korky Paul 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The Night Pirates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Peter Harris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How I Became a Pirate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Melinda Long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sz w:val="20"/>
                <w:szCs w:val="20"/>
              </w:rPr>
            </w:pPr>
            <w:r w:rsidRPr="00093333">
              <w:rPr>
                <w:b/>
                <w:sz w:val="20"/>
                <w:szCs w:val="20"/>
              </w:rPr>
              <w:t>Lost in the Toy Museum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 xml:space="preserve">David Lucas 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color w:val="FF0000"/>
                <w:sz w:val="20"/>
                <w:szCs w:val="20"/>
              </w:rPr>
            </w:pPr>
            <w:r w:rsidRPr="00093333">
              <w:rPr>
                <w:b/>
                <w:color w:val="FF0000"/>
                <w:sz w:val="20"/>
                <w:szCs w:val="20"/>
              </w:rPr>
              <w:t>A Beginner’s Guide to Bearspotting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color w:val="FF0000"/>
                <w:sz w:val="20"/>
                <w:szCs w:val="20"/>
              </w:rPr>
            </w:pPr>
            <w:r w:rsidRPr="00093333">
              <w:rPr>
                <w:color w:val="FF0000"/>
                <w:sz w:val="20"/>
                <w:szCs w:val="20"/>
              </w:rPr>
              <w:t>Michelle Robinson/David Roberts</w:t>
            </w:r>
          </w:p>
        </w:tc>
        <w:tc>
          <w:tcPr>
            <w:tcW w:w="1324" w:type="dxa"/>
          </w:tcPr>
          <w:p w:rsidR="0049085F" w:rsidRPr="00093333" w:rsidRDefault="0049085F" w:rsidP="00ED1EAA">
            <w:pPr>
              <w:jc w:val="center"/>
              <w:rPr>
                <w:color w:val="FF0000"/>
                <w:sz w:val="20"/>
                <w:szCs w:val="20"/>
              </w:rPr>
            </w:pPr>
            <w:r w:rsidRPr="00093333">
              <w:rPr>
                <w:sz w:val="20"/>
                <w:szCs w:val="20"/>
              </w:rPr>
              <w:t>Y</w:t>
            </w: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color w:val="FF0000"/>
                <w:sz w:val="20"/>
                <w:szCs w:val="20"/>
              </w:rPr>
            </w:pPr>
            <w:r w:rsidRPr="00093333">
              <w:rPr>
                <w:b/>
                <w:color w:val="FF0000"/>
                <w:sz w:val="20"/>
                <w:szCs w:val="20"/>
              </w:rPr>
              <w:t xml:space="preserve">The Haunted House </w:t>
            </w:r>
            <w:r w:rsidRPr="00093333">
              <w:rPr>
                <w:b/>
                <w:color w:val="FF0000"/>
                <w:sz w:val="20"/>
                <w:szCs w:val="20"/>
              </w:rPr>
              <w:tab/>
            </w:r>
          </w:p>
        </w:tc>
        <w:tc>
          <w:tcPr>
            <w:tcW w:w="3935" w:type="dxa"/>
            <w:vMerge w:val="restart"/>
          </w:tcPr>
          <w:p w:rsidR="00A924AC" w:rsidRPr="00093333" w:rsidRDefault="00A924AC" w:rsidP="0049085F">
            <w:pPr>
              <w:rPr>
                <w:color w:val="FF0000"/>
                <w:sz w:val="20"/>
                <w:szCs w:val="20"/>
              </w:rPr>
            </w:pPr>
            <w:r w:rsidRPr="00093333">
              <w:rPr>
                <w:color w:val="FF0000"/>
                <w:sz w:val="20"/>
                <w:szCs w:val="20"/>
              </w:rPr>
              <w:t>Kazuno Kohara</w:t>
            </w:r>
          </w:p>
        </w:tc>
        <w:tc>
          <w:tcPr>
            <w:tcW w:w="1324" w:type="dxa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</w:tr>
      <w:tr w:rsidR="00A924AC" w:rsidRPr="00093333" w:rsidTr="0049085F">
        <w:tc>
          <w:tcPr>
            <w:tcW w:w="3983" w:type="dxa"/>
          </w:tcPr>
          <w:p w:rsidR="00A924AC" w:rsidRPr="00093333" w:rsidRDefault="00A924AC" w:rsidP="0049085F">
            <w:pPr>
              <w:rPr>
                <w:b/>
                <w:color w:val="FF0000"/>
                <w:sz w:val="20"/>
                <w:szCs w:val="20"/>
              </w:rPr>
            </w:pPr>
            <w:r w:rsidRPr="00093333">
              <w:rPr>
                <w:b/>
                <w:color w:val="FF0000"/>
                <w:sz w:val="20"/>
                <w:szCs w:val="20"/>
              </w:rPr>
              <w:t>Ghosts in the House!</w:t>
            </w:r>
          </w:p>
        </w:tc>
        <w:tc>
          <w:tcPr>
            <w:tcW w:w="3935" w:type="dxa"/>
            <w:vMerge/>
          </w:tcPr>
          <w:p w:rsidR="00A924AC" w:rsidRPr="00093333" w:rsidRDefault="00A924AC" w:rsidP="0049085F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324" w:type="dxa"/>
          </w:tcPr>
          <w:p w:rsidR="00A924AC" w:rsidRPr="00093333" w:rsidRDefault="00A924AC" w:rsidP="0049085F">
            <w:pPr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49085F" w:rsidP="0049085F">
            <w:pPr>
              <w:rPr>
                <w:b/>
                <w:color w:val="FF0000"/>
                <w:sz w:val="20"/>
                <w:szCs w:val="20"/>
              </w:rPr>
            </w:pPr>
            <w:r w:rsidRPr="00093333">
              <w:rPr>
                <w:b/>
                <w:color w:val="FF0000"/>
                <w:sz w:val="20"/>
                <w:szCs w:val="20"/>
              </w:rPr>
              <w:t>The Lonely Beast</w:t>
            </w:r>
          </w:p>
        </w:tc>
        <w:tc>
          <w:tcPr>
            <w:tcW w:w="3935" w:type="dxa"/>
          </w:tcPr>
          <w:p w:rsidR="0049085F" w:rsidRPr="00093333" w:rsidRDefault="0049085F" w:rsidP="0049085F">
            <w:pPr>
              <w:rPr>
                <w:color w:val="FF0000"/>
                <w:sz w:val="20"/>
                <w:szCs w:val="20"/>
              </w:rPr>
            </w:pPr>
            <w:r w:rsidRPr="00093333">
              <w:rPr>
                <w:color w:val="FF0000"/>
                <w:sz w:val="20"/>
                <w:szCs w:val="20"/>
              </w:rPr>
              <w:t>Chris Judge</w:t>
            </w:r>
          </w:p>
        </w:tc>
        <w:tc>
          <w:tcPr>
            <w:tcW w:w="1324" w:type="dxa"/>
          </w:tcPr>
          <w:p w:rsidR="0049085F" w:rsidRPr="00093333" w:rsidRDefault="0049085F" w:rsidP="0049085F">
            <w:pPr>
              <w:rPr>
                <w:sz w:val="20"/>
                <w:szCs w:val="20"/>
              </w:rPr>
            </w:pP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552338" w:rsidP="00552338">
            <w:pPr>
              <w:rPr>
                <w:b/>
                <w:color w:val="FF0000"/>
                <w:sz w:val="20"/>
                <w:szCs w:val="20"/>
              </w:rPr>
            </w:pPr>
            <w:r w:rsidRPr="00552338">
              <w:rPr>
                <w:b/>
                <w:color w:val="FF0000"/>
                <w:sz w:val="20"/>
                <w:szCs w:val="20"/>
              </w:rPr>
              <w:t xml:space="preserve">Gigantosaurus </w:t>
            </w:r>
          </w:p>
        </w:tc>
        <w:tc>
          <w:tcPr>
            <w:tcW w:w="3935" w:type="dxa"/>
          </w:tcPr>
          <w:p w:rsidR="0049085F" w:rsidRPr="00093333" w:rsidRDefault="00552338" w:rsidP="0049085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Jonny Duddle</w:t>
            </w:r>
          </w:p>
        </w:tc>
        <w:tc>
          <w:tcPr>
            <w:tcW w:w="1324" w:type="dxa"/>
          </w:tcPr>
          <w:p w:rsidR="0049085F" w:rsidRPr="00093333" w:rsidRDefault="001229E0" w:rsidP="00122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1229E0" w:rsidP="0049085F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Unfortunately </w:t>
            </w:r>
          </w:p>
        </w:tc>
        <w:tc>
          <w:tcPr>
            <w:tcW w:w="3935" w:type="dxa"/>
          </w:tcPr>
          <w:p w:rsidR="0049085F" w:rsidRPr="00093333" w:rsidRDefault="001229E0" w:rsidP="0049085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Alan Durant</w:t>
            </w:r>
          </w:p>
        </w:tc>
        <w:tc>
          <w:tcPr>
            <w:tcW w:w="1324" w:type="dxa"/>
          </w:tcPr>
          <w:p w:rsidR="0049085F" w:rsidRPr="00093333" w:rsidRDefault="001229E0" w:rsidP="00122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49085F" w:rsidRPr="00093333" w:rsidTr="0049085F">
        <w:tc>
          <w:tcPr>
            <w:tcW w:w="3983" w:type="dxa"/>
          </w:tcPr>
          <w:p w:rsidR="0049085F" w:rsidRPr="00093333" w:rsidRDefault="001229E0" w:rsidP="0049085F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Just Because </w:t>
            </w:r>
          </w:p>
        </w:tc>
        <w:tc>
          <w:tcPr>
            <w:tcW w:w="3935" w:type="dxa"/>
          </w:tcPr>
          <w:p w:rsidR="0049085F" w:rsidRPr="00093333" w:rsidRDefault="001229E0" w:rsidP="0049085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Rebecca Elliott</w:t>
            </w:r>
          </w:p>
        </w:tc>
        <w:tc>
          <w:tcPr>
            <w:tcW w:w="1324" w:type="dxa"/>
          </w:tcPr>
          <w:p w:rsidR="0049085F" w:rsidRPr="00093333" w:rsidRDefault="001229E0" w:rsidP="00122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229E0" w:rsidRPr="00093333" w:rsidTr="0049085F">
        <w:tc>
          <w:tcPr>
            <w:tcW w:w="3983" w:type="dxa"/>
          </w:tcPr>
          <w:p w:rsidR="001229E0" w:rsidRDefault="001229E0" w:rsidP="0049085F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The Big Adventure </w:t>
            </w:r>
          </w:p>
        </w:tc>
        <w:tc>
          <w:tcPr>
            <w:tcW w:w="3935" w:type="dxa"/>
          </w:tcPr>
          <w:p w:rsidR="001229E0" w:rsidRDefault="001229E0" w:rsidP="0049085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Elina Ellis</w:t>
            </w:r>
          </w:p>
        </w:tc>
        <w:tc>
          <w:tcPr>
            <w:tcW w:w="1324" w:type="dxa"/>
          </w:tcPr>
          <w:p w:rsidR="001229E0" w:rsidRDefault="001229E0" w:rsidP="00122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  <w:tr w:rsidR="001229E0" w:rsidRPr="00093333" w:rsidTr="0049085F">
        <w:tc>
          <w:tcPr>
            <w:tcW w:w="3983" w:type="dxa"/>
          </w:tcPr>
          <w:p w:rsidR="001229E0" w:rsidRDefault="001229E0" w:rsidP="0049085F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Monsters </w:t>
            </w:r>
          </w:p>
        </w:tc>
        <w:tc>
          <w:tcPr>
            <w:tcW w:w="3935" w:type="dxa"/>
          </w:tcPr>
          <w:p w:rsidR="001229E0" w:rsidRDefault="001229E0" w:rsidP="0049085F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Russell Hoban</w:t>
            </w:r>
          </w:p>
        </w:tc>
        <w:tc>
          <w:tcPr>
            <w:tcW w:w="1324" w:type="dxa"/>
          </w:tcPr>
          <w:p w:rsidR="001229E0" w:rsidRDefault="001229E0" w:rsidP="001229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</w:t>
            </w:r>
          </w:p>
        </w:tc>
      </w:tr>
    </w:tbl>
    <w:p w:rsidR="007A6363" w:rsidRPr="00093333" w:rsidRDefault="007A6363">
      <w:pPr>
        <w:rPr>
          <w:sz w:val="20"/>
          <w:szCs w:val="20"/>
        </w:rPr>
      </w:pPr>
    </w:p>
    <w:p w:rsidR="007A6363" w:rsidRPr="00684AFF" w:rsidRDefault="007A6363" w:rsidP="007A6363">
      <w:pPr>
        <w:rPr>
          <w:sz w:val="20"/>
          <w:szCs w:val="20"/>
        </w:rPr>
      </w:pPr>
    </w:p>
    <w:p w:rsidR="007A6363" w:rsidRDefault="007A6363">
      <w:pPr>
        <w:rPr>
          <w:sz w:val="20"/>
          <w:szCs w:val="20"/>
        </w:rPr>
      </w:pPr>
    </w:p>
    <w:p w:rsidR="009C62C8" w:rsidRDefault="009C62C8">
      <w:pPr>
        <w:rPr>
          <w:sz w:val="20"/>
          <w:szCs w:val="20"/>
        </w:rPr>
      </w:pPr>
    </w:p>
    <w:p w:rsidR="009C62C8" w:rsidRDefault="009C62C8">
      <w:pPr>
        <w:rPr>
          <w:sz w:val="20"/>
          <w:szCs w:val="20"/>
        </w:rPr>
      </w:pPr>
    </w:p>
    <w:p w:rsidR="009C62C8" w:rsidRDefault="00614DC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1"/>
        <w:gridCol w:w="3952"/>
        <w:gridCol w:w="739"/>
      </w:tblGrid>
      <w:tr w:rsidR="009C62C8" w:rsidTr="009C62C8">
        <w:tc>
          <w:tcPr>
            <w:tcW w:w="9242" w:type="dxa"/>
            <w:gridSpan w:val="3"/>
            <w:shd w:val="clear" w:color="auto" w:fill="FFFF99"/>
          </w:tcPr>
          <w:p w:rsidR="009C62C8" w:rsidRDefault="009C62C8" w:rsidP="009C62C8">
            <w:pPr>
              <w:jc w:val="center"/>
            </w:pPr>
            <w:r>
              <w:lastRenderedPageBreak/>
              <w:t>NON-FICTION</w:t>
            </w:r>
          </w:p>
        </w:tc>
      </w:tr>
      <w:tr w:rsidR="009C62C8" w:rsidRPr="00480F12" w:rsidTr="009C62C8">
        <w:tc>
          <w:tcPr>
            <w:tcW w:w="9242" w:type="dxa"/>
            <w:gridSpan w:val="3"/>
            <w:tcBorders>
              <w:bottom w:val="single" w:sz="4" w:space="0" w:color="auto"/>
            </w:tcBorders>
          </w:tcPr>
          <w:p w:rsidR="009C62C8" w:rsidRPr="00614DC0" w:rsidRDefault="009C62C8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>Non-fiction text type guidance and progression papers (shows progression in the main non-fiction types and their features)</w:t>
            </w:r>
          </w:p>
          <w:p w:rsidR="009C62C8" w:rsidRPr="00614DC0" w:rsidRDefault="00175BA5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20" w:history="1">
              <w:r w:rsidR="009C62C8" w:rsidRPr="00614DC0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https://www.learntogether.org.uk/Resources/Documents/Non-Fiction%20PP%20amd%20TTG.doc</w:t>
              </w:r>
            </w:hyperlink>
            <w:r w:rsidR="009C62C8"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</w:t>
            </w:r>
          </w:p>
          <w:p w:rsidR="009C62C8" w:rsidRPr="00614DC0" w:rsidRDefault="009C62C8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</w:p>
          <w:p w:rsidR="009C62C8" w:rsidRPr="00614DC0" w:rsidRDefault="009C62C8" w:rsidP="00A66A16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Developing Early Writing (DEW) </w:t>
            </w:r>
            <w:r w:rsidR="00A66A16"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br/>
              <w:t>Unit 5: How to use a printer (instructions)</w:t>
            </w:r>
          </w:p>
          <w:p w:rsidR="009C62C8" w:rsidRPr="00614DC0" w:rsidRDefault="009C62C8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>Unit 7: Wheels (information text</w:t>
            </w:r>
            <w:r w:rsidR="00A66A16"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>/non-chronological report</w:t>
            </w:r>
            <w:r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>)</w:t>
            </w:r>
          </w:p>
          <w:p w:rsidR="009C62C8" w:rsidRPr="00614DC0" w:rsidRDefault="009C62C8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>Unit 9: The day the fire engine came to school (recount)</w:t>
            </w:r>
          </w:p>
          <w:p w:rsidR="009C62C8" w:rsidRPr="00614DC0" w:rsidRDefault="00175BA5" w:rsidP="009C62C8">
            <w:pPr>
              <w:rPr>
                <w:rFonts w:eastAsia="Times New Roman" w:cs="Arial"/>
                <w:b/>
                <w:sz w:val="20"/>
                <w:szCs w:val="20"/>
                <w:lang w:eastAsia="en-GB"/>
              </w:rPr>
            </w:pPr>
            <w:hyperlink r:id="rId21" w:history="1">
              <w:r w:rsidR="009C62C8" w:rsidRPr="00614DC0">
                <w:rPr>
                  <w:rStyle w:val="Hyperlink"/>
                  <w:rFonts w:eastAsia="Times New Roman" w:cs="Arial"/>
                  <w:b/>
                  <w:sz w:val="20"/>
                  <w:szCs w:val="20"/>
                  <w:lang w:eastAsia="en-GB"/>
                </w:rPr>
                <w:t>http://www.sassoonfont.co.uk/fonts/sas/pri_lit_dev_wrtng_005501.pdf</w:t>
              </w:r>
            </w:hyperlink>
            <w:r w:rsidR="009C62C8" w:rsidRPr="00614DC0">
              <w:rPr>
                <w:rFonts w:eastAsia="Times New Roman" w:cs="Arial"/>
                <w:b/>
                <w:sz w:val="20"/>
                <w:szCs w:val="20"/>
                <w:lang w:eastAsia="en-GB"/>
              </w:rPr>
              <w:t xml:space="preserve"> </w:t>
            </w:r>
          </w:p>
          <w:p w:rsidR="009C62C8" w:rsidRPr="00480F12" w:rsidRDefault="009C62C8" w:rsidP="009C62C8">
            <w:pPr>
              <w:rPr>
                <w:rFonts w:ascii="Arial" w:eastAsia="Times New Roman" w:hAnsi="Arial" w:cs="Arial"/>
                <w:b/>
                <w:sz w:val="16"/>
                <w:szCs w:val="16"/>
                <w:lang w:eastAsia="en-GB"/>
              </w:rPr>
            </w:pPr>
          </w:p>
        </w:tc>
      </w:tr>
      <w:tr w:rsidR="009C62C8" w:rsidTr="009C62C8">
        <w:tc>
          <w:tcPr>
            <w:tcW w:w="9242" w:type="dxa"/>
            <w:gridSpan w:val="3"/>
            <w:shd w:val="clear" w:color="auto" w:fill="FFFF99"/>
          </w:tcPr>
          <w:p w:rsidR="009C62C8" w:rsidRDefault="00A66A16" w:rsidP="00A66A16">
            <w:pPr>
              <w:jc w:val="center"/>
            </w:pPr>
            <w:r>
              <w:t>Recount</w:t>
            </w:r>
          </w:p>
        </w:tc>
      </w:tr>
      <w:tr w:rsidR="009C62C8" w:rsidRPr="005C0210" w:rsidTr="00A66A16">
        <w:tc>
          <w:tcPr>
            <w:tcW w:w="4551" w:type="dxa"/>
          </w:tcPr>
          <w:p w:rsidR="009C62C8" w:rsidRPr="00614DC0" w:rsidRDefault="009C62C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TITLE</w:t>
            </w:r>
          </w:p>
        </w:tc>
        <w:tc>
          <w:tcPr>
            <w:tcW w:w="3952" w:type="dxa"/>
          </w:tcPr>
          <w:p w:rsidR="009C62C8" w:rsidRPr="00614DC0" w:rsidRDefault="009C62C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AUTHOR</w:t>
            </w:r>
          </w:p>
        </w:tc>
        <w:tc>
          <w:tcPr>
            <w:tcW w:w="739" w:type="dxa"/>
          </w:tcPr>
          <w:p w:rsidR="009C62C8" w:rsidRPr="00614DC0" w:rsidRDefault="009C62C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LRS?</w:t>
            </w:r>
          </w:p>
        </w:tc>
      </w:tr>
      <w:tr w:rsidR="009C62C8" w:rsidRPr="005C0210" w:rsidTr="00A66A16">
        <w:tc>
          <w:tcPr>
            <w:tcW w:w="4551" w:type="dxa"/>
          </w:tcPr>
          <w:p w:rsidR="009C62C8" w:rsidRPr="00614DC0" w:rsidRDefault="00A66A1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Are We There Yet? (recount)</w:t>
            </w:r>
          </w:p>
        </w:tc>
        <w:tc>
          <w:tcPr>
            <w:tcW w:w="3952" w:type="dxa"/>
          </w:tcPr>
          <w:p w:rsidR="009C62C8" w:rsidRPr="00614DC0" w:rsidRDefault="00A66A1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Jan Green</w:t>
            </w:r>
          </w:p>
        </w:tc>
        <w:tc>
          <w:tcPr>
            <w:tcW w:w="739" w:type="dxa"/>
          </w:tcPr>
          <w:p w:rsidR="009C62C8" w:rsidRPr="00614DC0" w:rsidRDefault="00A66A1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9C62C8" w:rsidRPr="005C0210" w:rsidTr="00A66A16">
        <w:tc>
          <w:tcPr>
            <w:tcW w:w="4551" w:type="dxa"/>
            <w:tcBorders>
              <w:bottom w:val="single" w:sz="4" w:space="0" w:color="auto"/>
            </w:tcBorders>
          </w:tcPr>
          <w:p w:rsidR="009C62C8" w:rsidRPr="00614DC0" w:rsidRDefault="00A66A1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A Visit to the Zoo (recount)</w:t>
            </w: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:rsidR="00614DC0" w:rsidRPr="00614DC0" w:rsidRDefault="00A66A1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Wendy Body</w:t>
            </w: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9C62C8" w:rsidRPr="00614DC0" w:rsidRDefault="00A66A1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614DC0" w:rsidRPr="005C0210" w:rsidTr="00A66A16">
        <w:tc>
          <w:tcPr>
            <w:tcW w:w="4551" w:type="dxa"/>
            <w:tcBorders>
              <w:bottom w:val="single" w:sz="4" w:space="0" w:color="auto"/>
            </w:tcBorders>
          </w:tcPr>
          <w:p w:rsidR="00614DC0" w:rsidRPr="00614DC0" w:rsidRDefault="00614DC0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3952" w:type="dxa"/>
            <w:tcBorders>
              <w:bottom w:val="single" w:sz="4" w:space="0" w:color="auto"/>
            </w:tcBorders>
          </w:tcPr>
          <w:p w:rsidR="00614DC0" w:rsidRPr="00614DC0" w:rsidRDefault="00614DC0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:rsidR="00614DC0" w:rsidRPr="00614DC0" w:rsidRDefault="00614DC0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A66A16" w:rsidRPr="005C0210" w:rsidTr="00A66A16">
        <w:tc>
          <w:tcPr>
            <w:tcW w:w="9242" w:type="dxa"/>
            <w:gridSpan w:val="3"/>
            <w:shd w:val="clear" w:color="auto" w:fill="FFFF99"/>
          </w:tcPr>
          <w:p w:rsidR="00A66A16" w:rsidRPr="00614DC0" w:rsidRDefault="00A66A16" w:rsidP="00A66A16">
            <w:pPr>
              <w:jc w:val="center"/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Information Text/Non-chronological report</w:t>
            </w:r>
          </w:p>
        </w:tc>
      </w:tr>
      <w:tr w:rsidR="00A66A16" w:rsidRPr="005C0210" w:rsidTr="00A66A16">
        <w:tc>
          <w:tcPr>
            <w:tcW w:w="4551" w:type="dxa"/>
          </w:tcPr>
          <w:p w:rsidR="00A66A16" w:rsidRPr="00614DC0" w:rsidRDefault="00A66A1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Bug Detective: Amazing facts, myths and quirks of nature</w:t>
            </w:r>
          </w:p>
        </w:tc>
        <w:tc>
          <w:tcPr>
            <w:tcW w:w="3952" w:type="dxa"/>
          </w:tcPr>
          <w:p w:rsidR="00A66A16" w:rsidRPr="00614DC0" w:rsidRDefault="00A66A1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Maggie Lee</w:t>
            </w:r>
          </w:p>
        </w:tc>
        <w:tc>
          <w:tcPr>
            <w:tcW w:w="739" w:type="dxa"/>
          </w:tcPr>
          <w:p w:rsidR="00A66A16" w:rsidRPr="00614DC0" w:rsidRDefault="00A66A1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A66A16" w:rsidRPr="005C0210" w:rsidTr="00A66A16">
        <w:tc>
          <w:tcPr>
            <w:tcW w:w="4551" w:type="dxa"/>
          </w:tcPr>
          <w:p w:rsidR="00A66A16" w:rsidRPr="00614DC0" w:rsidRDefault="00A66A1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Seahorse: The Shyest Fish in the Sea</w:t>
            </w:r>
          </w:p>
        </w:tc>
        <w:tc>
          <w:tcPr>
            <w:tcW w:w="3952" w:type="dxa"/>
          </w:tcPr>
          <w:p w:rsidR="00A66A16" w:rsidRPr="00614DC0" w:rsidRDefault="00A66A1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Chris</w:t>
            </w:r>
            <w:r w:rsidR="00ED1EA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tine</w:t>
            </w: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 xml:space="preserve"> Butterworth</w:t>
            </w:r>
          </w:p>
        </w:tc>
        <w:tc>
          <w:tcPr>
            <w:tcW w:w="739" w:type="dxa"/>
          </w:tcPr>
          <w:p w:rsidR="00A66A16" w:rsidRPr="00614DC0" w:rsidRDefault="00ED1EAA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  <w:tr w:rsidR="00A66A16" w:rsidRPr="005C0210" w:rsidTr="00A66A16">
        <w:tc>
          <w:tcPr>
            <w:tcW w:w="4551" w:type="dxa"/>
          </w:tcPr>
          <w:p w:rsidR="00A66A16" w:rsidRPr="00614DC0" w:rsidRDefault="00A66A1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Stephen Biesty's to the Rescue</w:t>
            </w:r>
            <w:r w:rsidR="00ED1EAA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 xml:space="preserve"> (vehicles)</w:t>
            </w:r>
          </w:p>
        </w:tc>
        <w:tc>
          <w:tcPr>
            <w:tcW w:w="3952" w:type="dxa"/>
          </w:tcPr>
          <w:p w:rsidR="00A66A16" w:rsidRPr="00614DC0" w:rsidRDefault="00A66A1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Rod Green</w:t>
            </w:r>
            <w:r w:rsidR="00ED1EAA">
              <w:rPr>
                <w:rFonts w:eastAsia="Times New Roman" w:cs="Arial"/>
                <w:bCs/>
                <w:sz w:val="20"/>
                <w:szCs w:val="20"/>
                <w:lang w:eastAsia="en-GB"/>
              </w:rPr>
              <w:t>/Stephen Biesty</w:t>
            </w:r>
          </w:p>
        </w:tc>
        <w:tc>
          <w:tcPr>
            <w:tcW w:w="739" w:type="dxa"/>
          </w:tcPr>
          <w:p w:rsidR="00A66A16" w:rsidRPr="00614DC0" w:rsidRDefault="00A66A16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9C62C8" w:rsidRPr="005C0210" w:rsidTr="00A66A16">
        <w:tc>
          <w:tcPr>
            <w:tcW w:w="4551" w:type="dxa"/>
          </w:tcPr>
          <w:p w:rsidR="009C62C8" w:rsidRPr="00614DC0" w:rsidRDefault="00A66A16" w:rsidP="00A66A16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My Little Book of Big Trucks</w:t>
            </w:r>
          </w:p>
        </w:tc>
        <w:tc>
          <w:tcPr>
            <w:tcW w:w="3952" w:type="dxa"/>
          </w:tcPr>
          <w:p w:rsidR="009C62C8" w:rsidRPr="00614DC0" w:rsidRDefault="00A66A16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614DC0">
              <w:rPr>
                <w:rFonts w:eastAsia="Times New Roman" w:cs="Arial"/>
                <w:bCs/>
                <w:sz w:val="20"/>
                <w:szCs w:val="20"/>
                <w:lang w:eastAsia="en-GB"/>
              </w:rPr>
              <w:t>Honor Head</w:t>
            </w:r>
          </w:p>
        </w:tc>
        <w:tc>
          <w:tcPr>
            <w:tcW w:w="739" w:type="dxa"/>
          </w:tcPr>
          <w:p w:rsidR="009C62C8" w:rsidRPr="00614DC0" w:rsidRDefault="009C62C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F15628" w:rsidRPr="005C0210" w:rsidTr="00A66A16">
        <w:tc>
          <w:tcPr>
            <w:tcW w:w="4551" w:type="dxa"/>
          </w:tcPr>
          <w:p w:rsidR="00F15628" w:rsidRPr="00F15628" w:rsidRDefault="00F15628" w:rsidP="00A66A16">
            <w:pPr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color w:val="FF0000"/>
                <w:sz w:val="20"/>
                <w:szCs w:val="20"/>
                <w:lang w:eastAsia="en-GB"/>
              </w:rPr>
              <w:t xml:space="preserve">Home </w:t>
            </w:r>
          </w:p>
        </w:tc>
        <w:tc>
          <w:tcPr>
            <w:tcW w:w="3952" w:type="dxa"/>
          </w:tcPr>
          <w:p w:rsidR="00F15628" w:rsidRPr="00614DC0" w:rsidRDefault="00F15628" w:rsidP="009C62C8">
            <w:pPr>
              <w:rPr>
                <w:rFonts w:eastAsia="Times New Roman" w:cs="Arial"/>
                <w:bCs/>
                <w:sz w:val="20"/>
                <w:szCs w:val="20"/>
                <w:lang w:eastAsia="en-GB"/>
              </w:rPr>
            </w:pPr>
            <w:r w:rsidRPr="00F15628">
              <w:rPr>
                <w:rFonts w:eastAsia="Times New Roman" w:cs="Arial"/>
                <w:bCs/>
                <w:color w:val="FF0000"/>
                <w:sz w:val="20"/>
                <w:szCs w:val="20"/>
                <w:lang w:eastAsia="en-GB"/>
              </w:rPr>
              <w:t>Ellis Carson</w:t>
            </w:r>
          </w:p>
        </w:tc>
        <w:tc>
          <w:tcPr>
            <w:tcW w:w="739" w:type="dxa"/>
          </w:tcPr>
          <w:p w:rsidR="00F15628" w:rsidRPr="00614DC0" w:rsidRDefault="00F15628" w:rsidP="009C62C8">
            <w:pP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20"/>
                <w:szCs w:val="20"/>
                <w:lang w:eastAsia="en-GB"/>
              </w:rPr>
              <w:t>Y</w:t>
            </w:r>
          </w:p>
        </w:tc>
      </w:tr>
    </w:tbl>
    <w:p w:rsidR="009C62C8" w:rsidRPr="00684AFF" w:rsidRDefault="009C62C8">
      <w:pPr>
        <w:rPr>
          <w:sz w:val="20"/>
          <w:szCs w:val="20"/>
        </w:rPr>
      </w:pPr>
    </w:p>
    <w:sectPr w:rsidR="009C62C8" w:rsidRPr="00684AFF" w:rsidSect="00614DC0">
      <w:headerReference w:type="default" r:id="rId22"/>
      <w:footerReference w:type="default" r:id="rId23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BA" w:rsidRDefault="00FE33BA" w:rsidP="002676C4">
      <w:pPr>
        <w:spacing w:after="0" w:line="240" w:lineRule="auto"/>
      </w:pPr>
      <w:r>
        <w:separator/>
      </w:r>
    </w:p>
  </w:endnote>
  <w:endnote w:type="continuationSeparator" w:id="0">
    <w:p w:rsidR="00FE33BA" w:rsidRDefault="00FE33BA" w:rsidP="002676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4381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33BA" w:rsidRDefault="00FE33BA" w:rsidP="00DA2B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B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BA" w:rsidRDefault="00FE33BA" w:rsidP="002676C4">
      <w:pPr>
        <w:spacing w:after="0" w:line="240" w:lineRule="auto"/>
      </w:pPr>
      <w:r>
        <w:separator/>
      </w:r>
    </w:p>
  </w:footnote>
  <w:footnote w:type="continuationSeparator" w:id="0">
    <w:p w:rsidR="00FE33BA" w:rsidRDefault="00FE33BA" w:rsidP="002676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3BA" w:rsidRPr="00A66A16" w:rsidRDefault="00FE33BA">
    <w:pPr>
      <w:pStyle w:val="Header"/>
      <w:rPr>
        <w:sz w:val="16"/>
        <w:szCs w:val="16"/>
      </w:rPr>
    </w:pPr>
    <w:r w:rsidRPr="002676C4">
      <w:rPr>
        <w:sz w:val="16"/>
        <w:szCs w:val="16"/>
      </w:rPr>
      <w:t>Y1 Texts and Resources</w:t>
    </w:r>
    <w:r>
      <w:rPr>
        <w:sz w:val="16"/>
        <w:szCs w:val="16"/>
      </w:rPr>
      <w:t xml:space="preserve"> – Primary English Team Wandsworth LA 2016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F12"/>
    <w:rsid w:val="00093333"/>
    <w:rsid w:val="00113056"/>
    <w:rsid w:val="001229E0"/>
    <w:rsid w:val="00175BA5"/>
    <w:rsid w:val="001D116C"/>
    <w:rsid w:val="001D2CC9"/>
    <w:rsid w:val="002333E0"/>
    <w:rsid w:val="002676C4"/>
    <w:rsid w:val="00295933"/>
    <w:rsid w:val="0045778D"/>
    <w:rsid w:val="00480F12"/>
    <w:rsid w:val="0049085F"/>
    <w:rsid w:val="00552338"/>
    <w:rsid w:val="005B4AC5"/>
    <w:rsid w:val="005C0210"/>
    <w:rsid w:val="00614DC0"/>
    <w:rsid w:val="00684AFF"/>
    <w:rsid w:val="006F0E62"/>
    <w:rsid w:val="00730319"/>
    <w:rsid w:val="00733225"/>
    <w:rsid w:val="007A6363"/>
    <w:rsid w:val="007F2288"/>
    <w:rsid w:val="009C62C8"/>
    <w:rsid w:val="009C7C59"/>
    <w:rsid w:val="009D263F"/>
    <w:rsid w:val="009E0207"/>
    <w:rsid w:val="00A465BB"/>
    <w:rsid w:val="00A66A16"/>
    <w:rsid w:val="00A924AC"/>
    <w:rsid w:val="00A9436C"/>
    <w:rsid w:val="00AB7AEF"/>
    <w:rsid w:val="00AC3A6D"/>
    <w:rsid w:val="00B141B4"/>
    <w:rsid w:val="00B1515D"/>
    <w:rsid w:val="00B75304"/>
    <w:rsid w:val="00BB3A27"/>
    <w:rsid w:val="00C054B1"/>
    <w:rsid w:val="00CB6D85"/>
    <w:rsid w:val="00CC7E72"/>
    <w:rsid w:val="00D25D33"/>
    <w:rsid w:val="00D964D4"/>
    <w:rsid w:val="00DA2B08"/>
    <w:rsid w:val="00E702B2"/>
    <w:rsid w:val="00EC2152"/>
    <w:rsid w:val="00EC6925"/>
    <w:rsid w:val="00ED1EAA"/>
    <w:rsid w:val="00F15628"/>
    <w:rsid w:val="00F7484E"/>
    <w:rsid w:val="00F8134E"/>
    <w:rsid w:val="00F9023C"/>
    <w:rsid w:val="00FE33BA"/>
    <w:rsid w:val="00FE6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6C4"/>
  </w:style>
  <w:style w:type="paragraph" w:styleId="Footer">
    <w:name w:val="footer"/>
    <w:basedOn w:val="Normal"/>
    <w:link w:val="Foot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6C4"/>
  </w:style>
  <w:style w:type="paragraph" w:styleId="BalloonText">
    <w:name w:val="Balloon Text"/>
    <w:basedOn w:val="Normal"/>
    <w:link w:val="BalloonTextChar"/>
    <w:uiPriority w:val="99"/>
    <w:semiHidden/>
    <w:unhideWhenUsed/>
    <w:rsid w:val="0026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6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2C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6C4"/>
  </w:style>
  <w:style w:type="paragraph" w:styleId="Footer">
    <w:name w:val="footer"/>
    <w:basedOn w:val="Normal"/>
    <w:link w:val="FooterChar"/>
    <w:uiPriority w:val="99"/>
    <w:unhideWhenUsed/>
    <w:rsid w:val="002676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6C4"/>
  </w:style>
  <w:style w:type="paragraph" w:styleId="BalloonText">
    <w:name w:val="Balloon Text"/>
    <w:basedOn w:val="Normal"/>
    <w:link w:val="BalloonTextChar"/>
    <w:uiPriority w:val="99"/>
    <w:semiHidden/>
    <w:unhideWhenUsed/>
    <w:rsid w:val="00267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76C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C62C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62C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7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wanseagfl.gov.uk/literacy/res/Skills_progression/DFES_Poetry_flier.pdf" TargetMode="External"/><Relationship Id="rId13" Type="http://schemas.openxmlformats.org/officeDocument/2006/relationships/hyperlink" Target="http://poetrystation.org.uk/" TargetMode="External"/><Relationship Id="rId18" Type="http://schemas.openxmlformats.org/officeDocument/2006/relationships/hyperlink" Target="http://www.youtube.com/watch?v=Yn-PYLztT2Y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assoonfont.co.uk/fonts/sas/pri_lit_dev_wrtng_005501.pdf" TargetMode="External"/><Relationship Id="rId7" Type="http://schemas.openxmlformats.org/officeDocument/2006/relationships/hyperlink" Target="http://performapoem.lgfl.org.uk/" TargetMode="External"/><Relationship Id="rId12" Type="http://schemas.openxmlformats.org/officeDocument/2006/relationships/hyperlink" Target="http://www.poetrylibrary.org.uk/" TargetMode="External"/><Relationship Id="rId17" Type="http://schemas.openxmlformats.org/officeDocument/2006/relationships/hyperlink" Target="http://www.ukchildrensbooks.co.uk/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engres.ied.edu.hk/lang_arts/tasks/curricRenew-2009/wk3/progression_narr_all-in-one.pdf" TargetMode="External"/><Relationship Id="rId20" Type="http://schemas.openxmlformats.org/officeDocument/2006/relationships/hyperlink" Target="https://www.learntogether.org.uk/Resources/Documents/Non-Fiction%20PP%20amd%20TTG.doc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childrenspoetryarchive.org/?_ga=1.122468875.1890366063.1459420978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assoonfont.co.uk/fonts/sas/pri_lit_dev_wrtng_005501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wiltshire.gov.uk/progression-in-poetry.pdf" TargetMode="External"/><Relationship Id="rId19" Type="http://schemas.openxmlformats.org/officeDocument/2006/relationships/hyperlink" Target="http://www.sassoonfont.co.uk/fonts/sas/pri_lit_dev_wrtng_00550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ationalstrategies.standards.dcsf.gov.uk/node/104286" TargetMode="External"/><Relationship Id="rId14" Type="http://schemas.openxmlformats.org/officeDocument/2006/relationships/hyperlink" Target="https://www.clpe.org.uk/poetryline/s?f%5B0%5D=bundle_name%253APoem&amp;f%5B1%5D=bundle%3Aclpe_poem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DC1B69FE</Template>
  <TotalTime>152</TotalTime>
  <Pages>5</Pages>
  <Words>1284</Words>
  <Characters>7322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Seifert, Ingrid</dc:creator>
  <cp:lastModifiedBy>Seifert, Ingrid</cp:lastModifiedBy>
  <cp:revision>14</cp:revision>
  <dcterms:created xsi:type="dcterms:W3CDTF">2016-03-30T13:44:00Z</dcterms:created>
  <dcterms:modified xsi:type="dcterms:W3CDTF">2016-04-07T15:47:00Z</dcterms:modified>
</cp:coreProperties>
</file>